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59B7" w14:textId="77777777" w:rsidR="009954F4" w:rsidRDefault="009954F4" w:rsidP="001318C9"/>
    <w:p w14:paraId="595046F6" w14:textId="64358426" w:rsidR="005B33FC" w:rsidRPr="00093F52" w:rsidRDefault="005B33FC" w:rsidP="00D43359">
      <w:pPr>
        <w:pStyle w:val="Nagwek1"/>
      </w:pPr>
      <w:bookmarkStart w:id="0" w:name="_Toc210995358"/>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0A8C2666"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6D3DC4" w:rsidRPr="006D3DC4">
            <w:rPr>
              <w:rFonts w:eastAsia="Times New Roman" w:cs="Calibri"/>
              <w:b/>
              <w:color w:val="286AEE" w:themeColor="accent4" w:themeTint="99"/>
              <w:szCs w:val="18"/>
            </w:rPr>
            <w:t>POST/DYS/OSK/LZA/0</w:t>
          </w:r>
          <w:r w:rsidR="00B103A1">
            <w:rPr>
              <w:rFonts w:eastAsia="Times New Roman" w:cs="Calibri"/>
              <w:b/>
              <w:color w:val="286AEE" w:themeColor="accent4" w:themeTint="99"/>
              <w:szCs w:val="18"/>
            </w:rPr>
            <w:t>0167</w:t>
          </w:r>
          <w:r w:rsidR="006D3DC4" w:rsidRPr="006D3DC4">
            <w:rPr>
              <w:rFonts w:eastAsia="Times New Roman" w:cs="Calibri"/>
              <w:b/>
              <w:color w:val="286AEE" w:themeColor="accent4" w:themeTint="99"/>
              <w:szCs w:val="18"/>
            </w:rPr>
            <w:t>/202</w:t>
          </w:r>
          <w:r w:rsidR="00B103A1">
            <w:rPr>
              <w:rFonts w:eastAsia="Times New Roman" w:cs="Calibri"/>
              <w:b/>
              <w:color w:val="286AEE" w:themeColor="accent4" w:themeTint="99"/>
              <w:szCs w:val="18"/>
            </w:rPr>
            <w:t>6</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18F527E" w14:textId="5084D170" w:rsidR="00E80521" w:rsidRPr="008313C3" w:rsidRDefault="00B103A1" w:rsidP="000B1E2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Pr="00B103A1">
            <w:rPr>
              <w:b/>
              <w:color w:val="286AEE" w:themeColor="accent4" w:themeTint="99"/>
              <w:szCs w:val="18"/>
            </w:rPr>
            <w:t>Opracowanie dokumentacji projektowych wraz z realizacją robót budowlanych w celu zrealizowania przyłączenia do sieci dystrybucyjnej siedmiu obiektów w Radomiu oraz Kolonia Seredzice na terenie RE Radom w podziale na 7 części.</w:t>
          </w:r>
        </w:sdtContent>
      </w:sdt>
    </w:p>
    <w:p w14:paraId="1E4F4900" w14:textId="5AD60482" w:rsidR="000B1E29" w:rsidRPr="008313C3" w:rsidRDefault="000B1E29" w:rsidP="000B1E29">
      <w:pPr>
        <w:spacing w:line="240" w:lineRule="exact"/>
        <w:ind w:left="-284"/>
        <w:jc w:val="center"/>
        <w:rPr>
          <w:rFonts w:eastAsia="Times New Roman" w:cs="Calibri"/>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41267578" w14:textId="77777777" w:rsidTr="000B1E29">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0B1E29">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1BBEDAE"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19A1303"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p>
          <w:p w14:paraId="6ED83C05" w14:textId="77777777" w:rsidR="000B1E29" w:rsidRPr="008313C3" w:rsidRDefault="000B1E29" w:rsidP="000B1E29">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7883752A"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p w14:paraId="6632B515"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9168A1C"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A2D5D3D"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95E924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r w:rsidR="000B1E29" w:rsidRPr="008313C3" w14:paraId="381B47FE" w14:textId="77777777" w:rsidTr="000B1E29">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7581EE"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D0631DF" w14:textId="77777777" w:rsidR="000B1E29" w:rsidRPr="008313C3" w:rsidRDefault="000B1E29" w:rsidP="000B1E29">
            <w:pPr>
              <w:spacing w:before="100" w:beforeAutospacing="1" w:after="100" w:afterAutospacing="1"/>
              <w:ind w:left="-70"/>
              <w:rPr>
                <w:rFonts w:eastAsia="Times New Roman" w:cs="Arial"/>
                <w:szCs w:val="18"/>
                <w:lang w:eastAsia="pl-PL"/>
              </w:rPr>
            </w:pPr>
          </w:p>
          <w:p w14:paraId="01B40A83" w14:textId="77777777" w:rsidR="000B1E29" w:rsidRPr="008313C3" w:rsidRDefault="000B1E29" w:rsidP="000B1E2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p w14:paraId="7303F68A"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7A15F9C1"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8313C3" w14:paraId="0FD709FD" w14:textId="77777777" w:rsidTr="000B1E29">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0B1E29">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52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0B1E29">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0B1E29">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52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8313C3"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3DD62349"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5E57B8EB" w:rsidR="000B1E29"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B103A1">
            <w:rPr>
              <w:rFonts w:eastAsia="Times New Roman" w:cs="Calibri"/>
              <w:b/>
              <w:color w:val="092D74" w:themeColor="accent4"/>
              <w:szCs w:val="18"/>
            </w:rPr>
            <w:t>Opracowanie dokumentacji projektowych wraz z realizacją robót budowlanych w celu zrealizowania przyłączenia do sieci dystrybucyjnej siedmiu obiektów w Radomiu oraz Kolonia Seredzice na terenie RE Radom w podziale na 7 części.</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eastAsia="Times New Roman" w:cs="Calibri"/>
              <w:b/>
              <w:color w:val="17365D"/>
              <w:szCs w:val="18"/>
            </w:rPr>
            <w:t>POST/DYS/OSK/LZA/00167/2026</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432791DC" w14:textId="12ED24B5" w:rsidR="008C07A2" w:rsidRPr="008C07A2" w:rsidRDefault="008C07A2" w:rsidP="000B1E29">
      <w:pPr>
        <w:spacing w:line="240" w:lineRule="exact"/>
        <w:ind w:left="-284"/>
        <w:jc w:val="both"/>
        <w:rPr>
          <w:rFonts w:eastAsia="Times New Roman" w:cs="Calibri"/>
          <w:b/>
          <w:bCs/>
          <w:szCs w:val="18"/>
        </w:rPr>
      </w:pPr>
      <w:r w:rsidRPr="008C07A2">
        <w:rPr>
          <w:rFonts w:eastAsia="Times New Roman" w:cs="Calibri"/>
          <w:b/>
          <w:bCs/>
          <w:szCs w:val="18"/>
        </w:rPr>
        <w:t>Część: 1</w:t>
      </w:r>
    </w:p>
    <w:p w14:paraId="71CC9DA9"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51C9504F" w14:textId="77777777" w:rsidR="00FF75AF" w:rsidRPr="00C50BF0" w:rsidRDefault="00FF75AF" w:rsidP="00FF75AF">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331AC08A" w14:textId="77777777" w:rsidR="00FF75AF" w:rsidRDefault="00FF75AF" w:rsidP="00FF75AF">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067744EB" w14:textId="77777777" w:rsidR="008C07A2" w:rsidRDefault="008C07A2" w:rsidP="00FF75AF">
      <w:pPr>
        <w:spacing w:before="120" w:after="120"/>
        <w:ind w:left="284"/>
        <w:rPr>
          <w:rFonts w:eastAsia="Times New Roman" w:cs="Calibri"/>
          <w:bCs/>
          <w:szCs w:val="18"/>
        </w:rPr>
      </w:pPr>
    </w:p>
    <w:p w14:paraId="1ACAE9C8" w14:textId="404DD7E5" w:rsidR="008C07A2" w:rsidRPr="008C07A2" w:rsidRDefault="008C07A2" w:rsidP="008C07A2">
      <w:pPr>
        <w:spacing w:line="240" w:lineRule="exact"/>
        <w:ind w:left="-284"/>
        <w:jc w:val="both"/>
        <w:rPr>
          <w:rFonts w:eastAsia="Times New Roman" w:cs="Calibri"/>
          <w:b/>
          <w:bCs/>
          <w:szCs w:val="18"/>
        </w:rPr>
      </w:pPr>
      <w:r w:rsidRPr="008C07A2">
        <w:rPr>
          <w:rFonts w:eastAsia="Times New Roman" w:cs="Calibri"/>
          <w:b/>
          <w:bCs/>
          <w:szCs w:val="18"/>
        </w:rPr>
        <w:t xml:space="preserve">Część: </w:t>
      </w:r>
      <w:r>
        <w:rPr>
          <w:rFonts w:eastAsia="Times New Roman" w:cs="Calibri"/>
          <w:b/>
          <w:bCs/>
          <w:szCs w:val="18"/>
        </w:rPr>
        <w:t>2</w:t>
      </w:r>
    </w:p>
    <w:p w14:paraId="7577618A" w14:textId="77777777" w:rsidR="008C07A2" w:rsidRPr="00C50BF0" w:rsidRDefault="008C07A2" w:rsidP="008C07A2">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7FE5DAB3" w14:textId="77777777" w:rsidR="008C07A2" w:rsidRPr="00C50BF0" w:rsidRDefault="008C07A2" w:rsidP="008C07A2">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3003F0B3" w14:textId="77777777" w:rsidR="008C07A2" w:rsidRPr="009B7850" w:rsidRDefault="008C07A2" w:rsidP="008C07A2">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0A1DA691" w14:textId="77777777" w:rsidR="008C07A2" w:rsidRDefault="008C07A2" w:rsidP="00FF75AF">
      <w:pPr>
        <w:spacing w:before="120" w:after="120"/>
        <w:ind w:left="284"/>
        <w:rPr>
          <w:rFonts w:eastAsia="Times New Roman" w:cs="Calibri"/>
          <w:bCs/>
          <w:szCs w:val="18"/>
        </w:rPr>
      </w:pPr>
    </w:p>
    <w:p w14:paraId="751FFA18" w14:textId="5B797AE9" w:rsidR="008C07A2" w:rsidRPr="008C07A2" w:rsidRDefault="008C07A2" w:rsidP="008C07A2">
      <w:pPr>
        <w:spacing w:line="240" w:lineRule="exact"/>
        <w:ind w:left="-284"/>
        <w:jc w:val="both"/>
        <w:rPr>
          <w:rFonts w:eastAsia="Times New Roman" w:cs="Calibri"/>
          <w:b/>
          <w:bCs/>
          <w:szCs w:val="18"/>
        </w:rPr>
      </w:pPr>
      <w:r w:rsidRPr="008C07A2">
        <w:rPr>
          <w:rFonts w:eastAsia="Times New Roman" w:cs="Calibri"/>
          <w:b/>
          <w:bCs/>
          <w:szCs w:val="18"/>
        </w:rPr>
        <w:t xml:space="preserve">Część: </w:t>
      </w:r>
      <w:r>
        <w:rPr>
          <w:rFonts w:eastAsia="Times New Roman" w:cs="Calibri"/>
          <w:b/>
          <w:bCs/>
          <w:szCs w:val="18"/>
        </w:rPr>
        <w:t>3</w:t>
      </w:r>
    </w:p>
    <w:p w14:paraId="66CA6EAA" w14:textId="77777777" w:rsidR="008C07A2" w:rsidRPr="00C50BF0" w:rsidRDefault="008C07A2" w:rsidP="008C07A2">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7F046B03" w14:textId="77777777" w:rsidR="008C07A2" w:rsidRPr="00C50BF0" w:rsidRDefault="008C07A2" w:rsidP="008C07A2">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678A4A93" w14:textId="77777777" w:rsidR="008C07A2" w:rsidRDefault="008C07A2" w:rsidP="008C07A2">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70482A2D" w14:textId="1BEA2EDD" w:rsidR="008C07A2" w:rsidRPr="008C07A2" w:rsidRDefault="008C07A2" w:rsidP="008C07A2">
      <w:pPr>
        <w:spacing w:line="240" w:lineRule="exact"/>
        <w:ind w:left="-284"/>
        <w:jc w:val="both"/>
        <w:rPr>
          <w:rFonts w:eastAsia="Times New Roman" w:cs="Calibri"/>
          <w:b/>
          <w:bCs/>
          <w:szCs w:val="18"/>
        </w:rPr>
      </w:pPr>
      <w:r w:rsidRPr="008C07A2">
        <w:rPr>
          <w:rFonts w:eastAsia="Times New Roman" w:cs="Calibri"/>
          <w:b/>
          <w:bCs/>
          <w:szCs w:val="18"/>
        </w:rPr>
        <w:t xml:space="preserve">Część: </w:t>
      </w:r>
      <w:r>
        <w:rPr>
          <w:rFonts w:eastAsia="Times New Roman" w:cs="Calibri"/>
          <w:b/>
          <w:bCs/>
          <w:szCs w:val="18"/>
        </w:rPr>
        <w:t>4</w:t>
      </w:r>
    </w:p>
    <w:p w14:paraId="1B8703ED" w14:textId="77777777" w:rsidR="008C07A2" w:rsidRPr="00C50BF0" w:rsidRDefault="008C07A2" w:rsidP="008C07A2">
      <w:pPr>
        <w:spacing w:before="120" w:after="120"/>
        <w:ind w:left="284"/>
        <w:rPr>
          <w:rFonts w:eastAsia="Times New Roman" w:cs="Calibri"/>
          <w:bCs/>
          <w:szCs w:val="18"/>
        </w:rPr>
      </w:pPr>
      <w:r w:rsidRPr="00C50BF0">
        <w:rPr>
          <w:rFonts w:eastAsia="Times New Roman" w:cs="Calibri"/>
          <w:bCs/>
          <w:szCs w:val="18"/>
        </w:rPr>
        <w:lastRenderedPageBreak/>
        <w:t xml:space="preserve">cena netto ..................................... zł (słownie ......................................................................) </w:t>
      </w:r>
    </w:p>
    <w:p w14:paraId="25AE4D14" w14:textId="77777777" w:rsidR="008C07A2" w:rsidRPr="00C50BF0" w:rsidRDefault="008C07A2" w:rsidP="008C07A2">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2ACFB1AA" w14:textId="77777777" w:rsidR="008C07A2" w:rsidRDefault="008C07A2" w:rsidP="008C07A2">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6D747E49" w14:textId="77777777" w:rsidR="008C07A2" w:rsidRDefault="008C07A2" w:rsidP="008C07A2">
      <w:pPr>
        <w:spacing w:before="120" w:after="120"/>
        <w:ind w:left="284"/>
        <w:rPr>
          <w:rFonts w:eastAsia="Times New Roman" w:cs="Calibri"/>
          <w:bCs/>
          <w:szCs w:val="18"/>
        </w:rPr>
      </w:pPr>
    </w:p>
    <w:p w14:paraId="648EC654" w14:textId="74A71811" w:rsidR="008C07A2" w:rsidRPr="008C07A2" w:rsidRDefault="008C07A2" w:rsidP="008C07A2">
      <w:pPr>
        <w:spacing w:line="240" w:lineRule="exact"/>
        <w:ind w:left="-284"/>
        <w:jc w:val="both"/>
        <w:rPr>
          <w:rFonts w:eastAsia="Times New Roman" w:cs="Calibri"/>
          <w:b/>
          <w:bCs/>
          <w:szCs w:val="18"/>
        </w:rPr>
      </w:pPr>
      <w:bookmarkStart w:id="1" w:name="_Hlk219893578"/>
      <w:r w:rsidRPr="008C07A2">
        <w:rPr>
          <w:rFonts w:eastAsia="Times New Roman" w:cs="Calibri"/>
          <w:b/>
          <w:bCs/>
          <w:szCs w:val="18"/>
        </w:rPr>
        <w:t xml:space="preserve">Część: </w:t>
      </w:r>
      <w:r>
        <w:rPr>
          <w:rFonts w:eastAsia="Times New Roman" w:cs="Calibri"/>
          <w:b/>
          <w:bCs/>
          <w:szCs w:val="18"/>
        </w:rPr>
        <w:t>5</w:t>
      </w:r>
    </w:p>
    <w:p w14:paraId="6F7E8D40" w14:textId="64FDB7E0" w:rsidR="008C07A2" w:rsidRPr="00C50BF0" w:rsidRDefault="008C07A2" w:rsidP="008C07A2">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52702183" w14:textId="77777777" w:rsidR="008C07A2" w:rsidRPr="00C50BF0" w:rsidRDefault="008C07A2" w:rsidP="008C07A2">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32C27A01" w14:textId="77777777" w:rsidR="008C07A2" w:rsidRPr="009B7850" w:rsidRDefault="008C07A2" w:rsidP="008C07A2">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bookmarkEnd w:id="1"/>
    <w:p w14:paraId="00D0878E" w14:textId="77777777" w:rsidR="008C07A2" w:rsidRPr="009B7850" w:rsidRDefault="008C07A2" w:rsidP="008C07A2">
      <w:pPr>
        <w:spacing w:before="120" w:after="120"/>
        <w:rPr>
          <w:rFonts w:eastAsia="Times New Roman" w:cs="Calibri"/>
          <w:b/>
          <w:szCs w:val="18"/>
        </w:rPr>
      </w:pPr>
    </w:p>
    <w:p w14:paraId="6963FCB4" w14:textId="785B8E97" w:rsidR="00B103A1" w:rsidRPr="008C07A2" w:rsidRDefault="00B103A1" w:rsidP="00B103A1">
      <w:pPr>
        <w:spacing w:line="240" w:lineRule="exact"/>
        <w:ind w:left="-284"/>
        <w:jc w:val="both"/>
        <w:rPr>
          <w:rFonts w:eastAsia="Times New Roman" w:cs="Calibri"/>
          <w:b/>
          <w:bCs/>
          <w:szCs w:val="18"/>
        </w:rPr>
      </w:pPr>
      <w:r w:rsidRPr="008C07A2">
        <w:rPr>
          <w:rFonts w:eastAsia="Times New Roman" w:cs="Calibri"/>
          <w:b/>
          <w:bCs/>
          <w:szCs w:val="18"/>
        </w:rPr>
        <w:t xml:space="preserve">Część: </w:t>
      </w:r>
      <w:r>
        <w:rPr>
          <w:rFonts w:eastAsia="Times New Roman" w:cs="Calibri"/>
          <w:b/>
          <w:bCs/>
          <w:szCs w:val="18"/>
        </w:rPr>
        <w:t>6</w:t>
      </w:r>
    </w:p>
    <w:p w14:paraId="3BE274A9" w14:textId="77777777" w:rsidR="00B103A1" w:rsidRPr="00C50BF0" w:rsidRDefault="00B103A1" w:rsidP="00B103A1">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79A2471D" w14:textId="77777777" w:rsidR="00B103A1" w:rsidRPr="00C50BF0" w:rsidRDefault="00B103A1" w:rsidP="00B103A1">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618F2DED" w14:textId="77777777" w:rsidR="00B103A1" w:rsidRDefault="00B103A1" w:rsidP="00B103A1">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4C3B28F9" w14:textId="77777777" w:rsidR="00B103A1" w:rsidRPr="009B7850" w:rsidRDefault="00B103A1" w:rsidP="00B103A1">
      <w:pPr>
        <w:spacing w:before="120" w:after="120"/>
        <w:ind w:left="284"/>
        <w:rPr>
          <w:rFonts w:eastAsia="Times New Roman" w:cs="Calibri"/>
          <w:b/>
          <w:szCs w:val="18"/>
        </w:rPr>
      </w:pPr>
    </w:p>
    <w:p w14:paraId="28F6E3E8" w14:textId="4EB5B1B4" w:rsidR="00B103A1" w:rsidRPr="008C07A2" w:rsidRDefault="00B103A1" w:rsidP="00B103A1">
      <w:pPr>
        <w:spacing w:line="240" w:lineRule="exact"/>
        <w:ind w:left="-284"/>
        <w:jc w:val="both"/>
        <w:rPr>
          <w:rFonts w:eastAsia="Times New Roman" w:cs="Calibri"/>
          <w:b/>
          <w:bCs/>
          <w:szCs w:val="18"/>
        </w:rPr>
      </w:pPr>
      <w:r w:rsidRPr="008C07A2">
        <w:rPr>
          <w:rFonts w:eastAsia="Times New Roman" w:cs="Calibri"/>
          <w:b/>
          <w:bCs/>
          <w:szCs w:val="18"/>
        </w:rPr>
        <w:t xml:space="preserve">Część: </w:t>
      </w:r>
      <w:r>
        <w:rPr>
          <w:rFonts w:eastAsia="Times New Roman" w:cs="Calibri"/>
          <w:b/>
          <w:bCs/>
          <w:szCs w:val="18"/>
        </w:rPr>
        <w:t>7</w:t>
      </w:r>
    </w:p>
    <w:p w14:paraId="2291FB7F" w14:textId="77777777" w:rsidR="00B103A1" w:rsidRPr="00C50BF0" w:rsidRDefault="00B103A1" w:rsidP="00B103A1">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556A0429" w14:textId="77777777" w:rsidR="00B103A1" w:rsidRPr="00C50BF0" w:rsidRDefault="00B103A1" w:rsidP="00B103A1">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5F2E8E9B" w14:textId="77777777" w:rsidR="00B103A1" w:rsidRPr="009B7850" w:rsidRDefault="00B103A1" w:rsidP="00B103A1">
      <w:pPr>
        <w:spacing w:before="120" w:after="120"/>
        <w:ind w:left="284"/>
        <w:rPr>
          <w:rFonts w:eastAsia="Times New Roman" w:cs="Calibri"/>
          <w:b/>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272AD521" w14:textId="376E0D85" w:rsidR="006D3DC4" w:rsidRPr="009B7850" w:rsidRDefault="006D3DC4" w:rsidP="006D3DC4">
      <w:pPr>
        <w:spacing w:before="120" w:after="120"/>
        <w:ind w:left="284"/>
        <w:jc w:val="both"/>
        <w:rPr>
          <w:rFonts w:eastAsia="Times New Roman" w:cs="Calibri"/>
          <w:b/>
          <w:szCs w:val="18"/>
        </w:rPr>
      </w:pP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lastRenderedPageBreak/>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B103A1"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B103A1"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B103A1"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578AE109" w14:textId="3E2C3836" w:rsidR="002565B4" w:rsidRDefault="000B1E29" w:rsidP="006D3D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r w:rsidR="006D3DC4">
        <w:rPr>
          <w:rFonts w:eastAsia="Times New Roman" w:cs="Calibri"/>
          <w:color w:val="286AEE" w:themeColor="accent2" w:themeTint="99"/>
          <w:szCs w:val="18"/>
          <w:lang w:eastAsia="pl-PL"/>
        </w:rPr>
        <w:t xml:space="preserve"> - nie dotyczy</w:t>
      </w:r>
    </w:p>
    <w:p w14:paraId="7EE9C87C" w14:textId="5D33FFC5" w:rsidR="00B103A1" w:rsidRPr="006D3DC4" w:rsidRDefault="00B103A1" w:rsidP="00B103A1">
      <w:pPr>
        <w:spacing w:before="60" w:after="60" w:line="288" w:lineRule="auto"/>
        <w:ind w:left="426"/>
        <w:jc w:val="both"/>
        <w:rPr>
          <w:rFonts w:eastAsia="Times New Roman" w:cs="Calibri"/>
          <w:color w:val="286AEE" w:themeColor="accent2" w:themeTint="99"/>
          <w:szCs w:val="18"/>
          <w:lang w:eastAsia="pl-PL"/>
        </w:rPr>
      </w:pPr>
      <w:r w:rsidRPr="00B103A1">
        <w:rPr>
          <w:rFonts w:eastAsia="Times New Roman" w:cs="Calibri"/>
          <w:color w:val="286AEE" w:themeColor="accent2" w:themeTint="99"/>
          <w:szCs w:val="18"/>
          <w:lang w:eastAsia="pl-PL"/>
        </w:rPr>
        <w:t>Część 5: zostało wniesione w formie …............................................</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późn.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w:t>
      </w:r>
      <w:r w:rsidRPr="008313C3">
        <w:rPr>
          <w:rFonts w:eastAsia="Times New Roman" w:cs="Calibri"/>
          <w:szCs w:val="18"/>
          <w:lang w:eastAsia="pl-PL"/>
        </w:rPr>
        <w:lastRenderedPageBreak/>
        <w:t xml:space="preserve">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B103A1"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B103A1"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mikroprzedsiębiorcy*/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Dz.U. 2023, poz. 1790, z późn.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16E3D80F" w14:textId="77777777" w:rsidR="008C07A2" w:rsidRDefault="008C07A2" w:rsidP="005B33FC"/>
    <w:p w14:paraId="0139DD01" w14:textId="77777777" w:rsidR="008C07A2" w:rsidRDefault="008C07A2" w:rsidP="005B33FC"/>
    <w:p w14:paraId="67385433" w14:textId="77777777" w:rsidR="008C07A2" w:rsidRDefault="008C07A2" w:rsidP="005B33FC"/>
    <w:p w14:paraId="4ED85429" w14:textId="77777777" w:rsidR="008C07A2" w:rsidRDefault="008C07A2" w:rsidP="005B33FC"/>
    <w:p w14:paraId="0AF7CB1D" w14:textId="77777777" w:rsidR="008C07A2" w:rsidRDefault="008C07A2" w:rsidP="005B33FC"/>
    <w:p w14:paraId="79CD4B42" w14:textId="77777777" w:rsidR="008C07A2" w:rsidRDefault="008C07A2" w:rsidP="005B33FC"/>
    <w:p w14:paraId="010D5EFA" w14:textId="77777777" w:rsidR="008C07A2" w:rsidRDefault="008C07A2" w:rsidP="005B33FC"/>
    <w:p w14:paraId="433E5C1A" w14:textId="77777777" w:rsidR="008C07A2" w:rsidRDefault="008C07A2" w:rsidP="005B33FC"/>
    <w:p w14:paraId="3E720FEF" w14:textId="62678742" w:rsidR="00B050F9" w:rsidRDefault="00B050F9" w:rsidP="005B33FC"/>
    <w:p w14:paraId="38BCD182" w14:textId="4E76552E" w:rsidR="00B050F9" w:rsidRDefault="00B050F9" w:rsidP="005B33FC"/>
    <w:p w14:paraId="283B03C8" w14:textId="481CFAFC" w:rsidR="005B33FC" w:rsidRPr="00093F52" w:rsidRDefault="005B33FC" w:rsidP="00D43359">
      <w:pPr>
        <w:pStyle w:val="Nagwek1"/>
      </w:pPr>
      <w:bookmarkStart w:id="2" w:name="_Toc210995359"/>
      <w:r w:rsidRPr="005B33FC">
        <w:lastRenderedPageBreak/>
        <w:t>Załącznik nr 3A - HARMONOGRAM RZECZOWO-FINANSOWY</w:t>
      </w:r>
      <w:bookmarkEnd w:id="2"/>
    </w:p>
    <w:p w14:paraId="3D54CBEE" w14:textId="62C61739" w:rsidR="005B33FC" w:rsidRDefault="005B33FC" w:rsidP="005B33FC">
      <w:pPr>
        <w:rPr>
          <w:b/>
          <w:sz w:val="20"/>
          <w:szCs w:val="20"/>
        </w:rPr>
      </w:pPr>
      <w:r w:rsidRPr="005B33FC">
        <w:rPr>
          <w:b/>
          <w:sz w:val="20"/>
          <w:szCs w:val="20"/>
        </w:rPr>
        <w:t xml:space="preserve">UWAGA: Harmonogram rzeczowo-finansowy umieszczono w Systemie Zakupowym  </w:t>
      </w:r>
      <w:r w:rsidR="00B94AF9">
        <w:rPr>
          <w:b/>
          <w:sz w:val="20"/>
          <w:szCs w:val="20"/>
        </w:rPr>
        <w:br/>
      </w:r>
      <w:r w:rsidRPr="005B33FC">
        <w:rPr>
          <w:b/>
          <w:sz w:val="20"/>
          <w:szCs w:val="20"/>
        </w:rPr>
        <w:t>w osobnym pliku.</w:t>
      </w:r>
    </w:p>
    <w:p w14:paraId="3AD79ECF" w14:textId="7FE911BD" w:rsidR="00B050F9" w:rsidRDefault="00B050F9" w:rsidP="005B33FC">
      <w:pPr>
        <w:rPr>
          <w:b/>
          <w:sz w:val="20"/>
          <w:szCs w:val="20"/>
        </w:rPr>
      </w:pPr>
    </w:p>
    <w:p w14:paraId="2B5A8CE7" w14:textId="1BDD407E" w:rsidR="00B050F9" w:rsidRDefault="00B050F9" w:rsidP="005B33FC">
      <w:pPr>
        <w:rPr>
          <w:b/>
          <w:sz w:val="20"/>
          <w:szCs w:val="20"/>
        </w:rPr>
      </w:pPr>
    </w:p>
    <w:p w14:paraId="11FFED87" w14:textId="7543745E" w:rsidR="00B050F9" w:rsidRDefault="00B050F9" w:rsidP="005B33FC">
      <w:pPr>
        <w:rPr>
          <w:b/>
          <w:sz w:val="20"/>
          <w:szCs w:val="20"/>
        </w:rPr>
      </w:pPr>
    </w:p>
    <w:p w14:paraId="37D429DE" w14:textId="7F57BC13" w:rsidR="00B050F9" w:rsidRDefault="00B050F9" w:rsidP="005B33FC">
      <w:pPr>
        <w:rPr>
          <w:b/>
          <w:sz w:val="20"/>
          <w:szCs w:val="20"/>
        </w:rPr>
      </w:pPr>
    </w:p>
    <w:p w14:paraId="63D7178A" w14:textId="3C450B61" w:rsidR="00B050F9" w:rsidRDefault="00B050F9" w:rsidP="005B33FC">
      <w:pPr>
        <w:rPr>
          <w:b/>
          <w:sz w:val="20"/>
          <w:szCs w:val="20"/>
        </w:rPr>
      </w:pPr>
    </w:p>
    <w:p w14:paraId="4C3697AD" w14:textId="77777777" w:rsidR="006D3DC4" w:rsidRDefault="006D3DC4" w:rsidP="005B33FC">
      <w:pPr>
        <w:rPr>
          <w:b/>
          <w:sz w:val="20"/>
          <w:szCs w:val="20"/>
        </w:rPr>
      </w:pPr>
    </w:p>
    <w:p w14:paraId="05943EA6" w14:textId="77777777" w:rsidR="006D3DC4" w:rsidRDefault="006D3DC4" w:rsidP="005B33FC">
      <w:pPr>
        <w:rPr>
          <w:b/>
          <w:sz w:val="20"/>
          <w:szCs w:val="20"/>
        </w:rPr>
      </w:pPr>
    </w:p>
    <w:p w14:paraId="22940AE6" w14:textId="77777777" w:rsidR="006D3DC4" w:rsidRDefault="006D3DC4" w:rsidP="005B33FC">
      <w:pPr>
        <w:rPr>
          <w:b/>
          <w:sz w:val="20"/>
          <w:szCs w:val="20"/>
        </w:rPr>
      </w:pPr>
    </w:p>
    <w:p w14:paraId="63477C8B" w14:textId="77777777" w:rsidR="006D3DC4" w:rsidRDefault="006D3DC4" w:rsidP="005B33FC">
      <w:pPr>
        <w:rPr>
          <w:b/>
          <w:sz w:val="20"/>
          <w:szCs w:val="20"/>
        </w:rPr>
      </w:pPr>
    </w:p>
    <w:p w14:paraId="3493FE61" w14:textId="77777777" w:rsidR="006D3DC4" w:rsidRDefault="006D3DC4" w:rsidP="005B33FC">
      <w:pPr>
        <w:rPr>
          <w:b/>
          <w:sz w:val="20"/>
          <w:szCs w:val="20"/>
        </w:rPr>
      </w:pPr>
    </w:p>
    <w:p w14:paraId="10D7BCAA" w14:textId="77777777" w:rsidR="006D3DC4" w:rsidRDefault="006D3DC4" w:rsidP="005B33FC">
      <w:pPr>
        <w:rPr>
          <w:b/>
          <w:sz w:val="20"/>
          <w:szCs w:val="20"/>
        </w:rPr>
      </w:pPr>
    </w:p>
    <w:p w14:paraId="691DDE72" w14:textId="77777777" w:rsidR="006D3DC4" w:rsidRDefault="006D3DC4" w:rsidP="005B33FC">
      <w:pPr>
        <w:rPr>
          <w:b/>
          <w:sz w:val="20"/>
          <w:szCs w:val="20"/>
        </w:rPr>
      </w:pPr>
    </w:p>
    <w:p w14:paraId="201F9563" w14:textId="77777777" w:rsidR="006D3DC4" w:rsidRDefault="006D3DC4" w:rsidP="005B33FC">
      <w:pPr>
        <w:rPr>
          <w:b/>
          <w:sz w:val="20"/>
          <w:szCs w:val="20"/>
        </w:rPr>
      </w:pPr>
    </w:p>
    <w:p w14:paraId="42F6180C" w14:textId="77777777" w:rsidR="006D3DC4" w:rsidRDefault="006D3DC4" w:rsidP="005B33FC">
      <w:pPr>
        <w:rPr>
          <w:b/>
          <w:sz w:val="20"/>
          <w:szCs w:val="20"/>
        </w:rPr>
      </w:pPr>
    </w:p>
    <w:p w14:paraId="44553AB8" w14:textId="77777777" w:rsidR="006D3DC4" w:rsidRDefault="006D3DC4" w:rsidP="005B33FC">
      <w:pPr>
        <w:rPr>
          <w:b/>
          <w:sz w:val="20"/>
          <w:szCs w:val="20"/>
        </w:rPr>
      </w:pPr>
    </w:p>
    <w:p w14:paraId="5394BA7C" w14:textId="77777777" w:rsidR="006D3DC4" w:rsidRDefault="006D3DC4" w:rsidP="005B33FC">
      <w:pPr>
        <w:rPr>
          <w:b/>
          <w:sz w:val="20"/>
          <w:szCs w:val="20"/>
        </w:rPr>
      </w:pPr>
    </w:p>
    <w:p w14:paraId="537E90B4" w14:textId="77777777" w:rsidR="006D3DC4" w:rsidRDefault="006D3DC4" w:rsidP="005B33FC">
      <w:pPr>
        <w:rPr>
          <w:b/>
          <w:sz w:val="20"/>
          <w:szCs w:val="20"/>
        </w:rPr>
      </w:pPr>
    </w:p>
    <w:p w14:paraId="487F48CE" w14:textId="77777777" w:rsidR="00382C34" w:rsidRDefault="00382C34" w:rsidP="005B33FC">
      <w:pPr>
        <w:rPr>
          <w:b/>
          <w:sz w:val="20"/>
          <w:szCs w:val="20"/>
        </w:rPr>
      </w:pPr>
    </w:p>
    <w:p w14:paraId="162AF5B8" w14:textId="77777777" w:rsidR="00382C34" w:rsidRDefault="00382C34" w:rsidP="005B33FC">
      <w:pPr>
        <w:rPr>
          <w:b/>
          <w:sz w:val="20"/>
          <w:szCs w:val="20"/>
        </w:rPr>
      </w:pPr>
    </w:p>
    <w:p w14:paraId="61011530" w14:textId="77777777" w:rsidR="00382C34" w:rsidRDefault="00382C34" w:rsidP="005B33FC">
      <w:pPr>
        <w:rPr>
          <w:b/>
          <w:sz w:val="20"/>
          <w:szCs w:val="20"/>
        </w:rPr>
      </w:pPr>
    </w:p>
    <w:p w14:paraId="0CB50D76" w14:textId="77777777" w:rsidR="00382C34" w:rsidRDefault="00382C34" w:rsidP="005B33FC">
      <w:pPr>
        <w:rPr>
          <w:b/>
          <w:sz w:val="20"/>
          <w:szCs w:val="20"/>
        </w:rPr>
      </w:pPr>
    </w:p>
    <w:p w14:paraId="4D78D2C6" w14:textId="77777777" w:rsidR="00382C34" w:rsidRDefault="00382C34" w:rsidP="005B33FC">
      <w:pPr>
        <w:rPr>
          <w:b/>
          <w:sz w:val="20"/>
          <w:szCs w:val="20"/>
        </w:rPr>
      </w:pPr>
    </w:p>
    <w:p w14:paraId="7F3A2F03" w14:textId="77777777" w:rsidR="00382C34" w:rsidRDefault="00382C34" w:rsidP="005B33FC">
      <w:pPr>
        <w:rPr>
          <w:b/>
          <w:sz w:val="20"/>
          <w:szCs w:val="20"/>
        </w:rPr>
      </w:pPr>
    </w:p>
    <w:p w14:paraId="562A171E" w14:textId="77777777" w:rsidR="00382C34" w:rsidRDefault="00382C34" w:rsidP="005B33FC">
      <w:pPr>
        <w:rPr>
          <w:b/>
          <w:sz w:val="20"/>
          <w:szCs w:val="20"/>
        </w:rPr>
      </w:pPr>
    </w:p>
    <w:p w14:paraId="65CF73DE" w14:textId="77777777" w:rsidR="00382C34" w:rsidRDefault="00382C34" w:rsidP="005B33FC">
      <w:pPr>
        <w:rPr>
          <w:b/>
          <w:sz w:val="20"/>
          <w:szCs w:val="20"/>
        </w:rPr>
      </w:pPr>
    </w:p>
    <w:p w14:paraId="388FB8E9" w14:textId="77777777" w:rsidR="00382C34" w:rsidRDefault="00382C34" w:rsidP="005B33FC">
      <w:pPr>
        <w:rPr>
          <w:b/>
          <w:sz w:val="20"/>
          <w:szCs w:val="20"/>
        </w:rPr>
      </w:pPr>
    </w:p>
    <w:p w14:paraId="5C7AE727" w14:textId="77777777" w:rsidR="00382C34" w:rsidRDefault="00382C34" w:rsidP="005B33FC">
      <w:pPr>
        <w:rPr>
          <w:b/>
          <w:sz w:val="20"/>
          <w:szCs w:val="20"/>
        </w:rPr>
      </w:pPr>
    </w:p>
    <w:p w14:paraId="6914A9FC" w14:textId="77777777" w:rsidR="00382C34" w:rsidRDefault="00382C34" w:rsidP="005B33FC">
      <w:pPr>
        <w:rPr>
          <w:b/>
          <w:sz w:val="20"/>
          <w:szCs w:val="20"/>
        </w:rPr>
      </w:pPr>
    </w:p>
    <w:p w14:paraId="59995853" w14:textId="77777777" w:rsidR="00382C34" w:rsidRDefault="00382C34" w:rsidP="005B33FC">
      <w:pPr>
        <w:rPr>
          <w:b/>
          <w:sz w:val="20"/>
          <w:szCs w:val="20"/>
        </w:rPr>
      </w:pPr>
    </w:p>
    <w:p w14:paraId="6D0C2E21" w14:textId="77777777" w:rsidR="00382C34" w:rsidRDefault="00382C34" w:rsidP="005B33FC">
      <w:pPr>
        <w:rPr>
          <w:b/>
          <w:sz w:val="20"/>
          <w:szCs w:val="20"/>
        </w:rPr>
      </w:pPr>
    </w:p>
    <w:p w14:paraId="092DB000" w14:textId="77777777" w:rsidR="00382C34" w:rsidRDefault="00382C34" w:rsidP="005B33FC">
      <w:pPr>
        <w:rPr>
          <w:b/>
          <w:sz w:val="20"/>
          <w:szCs w:val="20"/>
        </w:rPr>
      </w:pPr>
    </w:p>
    <w:p w14:paraId="106DF8E2" w14:textId="77777777" w:rsidR="00382C34" w:rsidRDefault="00382C34" w:rsidP="005B33FC">
      <w:pPr>
        <w:rPr>
          <w:b/>
          <w:sz w:val="20"/>
          <w:szCs w:val="20"/>
        </w:rPr>
      </w:pPr>
    </w:p>
    <w:p w14:paraId="061FA09E" w14:textId="77777777" w:rsidR="00382C34" w:rsidRDefault="00382C34" w:rsidP="005B33FC">
      <w:pPr>
        <w:rPr>
          <w:b/>
          <w:sz w:val="20"/>
          <w:szCs w:val="20"/>
        </w:rPr>
      </w:pPr>
    </w:p>
    <w:p w14:paraId="534BC08D" w14:textId="77777777" w:rsidR="006D3DC4" w:rsidRDefault="006D3DC4" w:rsidP="005B33FC">
      <w:pPr>
        <w:rPr>
          <w:b/>
          <w:sz w:val="20"/>
          <w:szCs w:val="20"/>
        </w:rPr>
      </w:pPr>
    </w:p>
    <w:p w14:paraId="3FD253FE" w14:textId="6CD69009" w:rsidR="00B050F9" w:rsidRDefault="00B050F9" w:rsidP="005B33FC">
      <w:pPr>
        <w:rPr>
          <w:b/>
          <w:sz w:val="20"/>
          <w:szCs w:val="20"/>
        </w:rPr>
      </w:pPr>
    </w:p>
    <w:p w14:paraId="56EFBF55" w14:textId="190D96B8" w:rsidR="00B050F9" w:rsidRDefault="00B050F9" w:rsidP="005B33FC">
      <w:pPr>
        <w:rPr>
          <w:b/>
          <w:sz w:val="20"/>
          <w:szCs w:val="20"/>
        </w:rPr>
      </w:pPr>
    </w:p>
    <w:p w14:paraId="68476CBB" w14:textId="2EA719BD" w:rsidR="005B33FC" w:rsidRPr="005B33FC" w:rsidRDefault="005B33FC" w:rsidP="00D43359">
      <w:pPr>
        <w:pStyle w:val="Nagwek1"/>
      </w:pPr>
      <w:bookmarkStart w:id="3" w:name="_Toc210995360"/>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3"/>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61503C2E"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asciiTheme="minorHAnsi" w:hAnsiTheme="minorHAnsi" w:cstheme="minorHAnsi"/>
              <w:b/>
              <w:color w:val="286AEE" w:themeColor="accent4" w:themeTint="99"/>
              <w:sz w:val="20"/>
            </w:rPr>
            <w:t>POST/DYS/OSK/LZA/00167/2026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103A1">
            <w:rPr>
              <w:rFonts w:asciiTheme="minorHAnsi" w:hAnsiTheme="minorHAnsi"/>
              <w:b/>
              <w:color w:val="286AEE" w:themeColor="accent4" w:themeTint="99"/>
              <w:sz w:val="20"/>
            </w:rPr>
            <w:t>Opracowanie dokumentacji projektowych wraz z realizacją robót budowlanych w celu zrealizowania przyłączenia do sieci dystrybucyjnej siedmiu obiektów w Radomiu oraz Kolonia Seredzice na terenie RE Radom w podziale na 7 części.</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70C523C8" w14:textId="235B64B5" w:rsidR="00B464D1" w:rsidRDefault="00B464D1" w:rsidP="001318C9"/>
    <w:p w14:paraId="64719D95" w14:textId="7A75FF6A" w:rsidR="005B33FC" w:rsidRPr="005B33FC" w:rsidRDefault="005B33FC" w:rsidP="00D43359">
      <w:pPr>
        <w:pStyle w:val="Nagwek1"/>
        <w:rPr>
          <w:u w:val="single"/>
        </w:rPr>
      </w:pPr>
      <w:bookmarkStart w:id="5" w:name="_Toc210995363"/>
      <w:r>
        <w:lastRenderedPageBreak/>
        <w:t>ZAŁĄCZNIK NR 7 DO SWZ</w:t>
      </w:r>
      <w:bookmarkStart w:id="6" w:name="_Toc123547851"/>
      <w:r w:rsidRPr="0092625B">
        <w:rPr>
          <w:rFonts w:cstheme="minorHAnsi"/>
          <w:sz w:val="20"/>
        </w:rPr>
        <w:t xml:space="preserve">– </w:t>
      </w:r>
      <w:r w:rsidRPr="005B33FC">
        <w:t>WYKAZ WYKONANYCH ZAMÓWIEŃ</w:t>
      </w:r>
      <w:bookmarkEnd w:id="5"/>
      <w:bookmarkEnd w:id="6"/>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57B59A69"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asciiTheme="minorHAnsi" w:hAnsiTheme="minorHAnsi" w:cstheme="minorHAnsi"/>
              <w:b/>
              <w:color w:val="286AEE" w:themeColor="accent4" w:themeTint="99"/>
              <w:sz w:val="20"/>
            </w:rPr>
            <w:t>POST/DYS/OSK/LZA/00167/2026</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103A1">
            <w:rPr>
              <w:rFonts w:asciiTheme="minorHAnsi" w:hAnsiTheme="minorHAnsi"/>
              <w:b/>
              <w:color w:val="286AEE" w:themeColor="accent4" w:themeTint="99"/>
              <w:sz w:val="20"/>
            </w:rPr>
            <w:t>Opracowanie dokumentacji projektowych wraz z realizacją robót budowlanych w celu zrealizowania przyłączenia do sieci dystrybucyjnej siedmiu obiektów w Radomiu oraz Kolonia Seredzice na terenie RE Radom w podziale na 7 części.</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BC1D788" w14:textId="1C26B286" w:rsidR="005B33FC" w:rsidRDefault="00B464D1" w:rsidP="006D3DC4">
      <w:pPr>
        <w:ind w:left="5398" w:right="68" w:hanging="153"/>
        <w:jc w:val="center"/>
        <w:rPr>
          <w:rFonts w:cstheme="minorHAnsi"/>
          <w:i/>
          <w:sz w:val="16"/>
          <w:szCs w:val="16"/>
        </w:rPr>
      </w:pPr>
      <w:r w:rsidRPr="0092625B">
        <w:rPr>
          <w:rFonts w:cstheme="minorHAnsi"/>
          <w:i/>
          <w:sz w:val="16"/>
          <w:szCs w:val="16"/>
        </w:rPr>
        <w:t>oświadczeń woli w imieniu Wykonawcy</w:t>
      </w:r>
    </w:p>
    <w:p w14:paraId="66EFF3A8" w14:textId="77777777" w:rsidR="00382C34" w:rsidRDefault="00382C34" w:rsidP="006D3DC4">
      <w:pPr>
        <w:ind w:left="5398" w:right="68" w:hanging="153"/>
        <w:jc w:val="center"/>
        <w:rPr>
          <w:rFonts w:cstheme="minorHAnsi"/>
          <w:i/>
          <w:sz w:val="16"/>
          <w:szCs w:val="16"/>
        </w:rPr>
      </w:pPr>
    </w:p>
    <w:p w14:paraId="63DD081A" w14:textId="77777777" w:rsidR="00382C34" w:rsidRDefault="00382C34" w:rsidP="006D3DC4">
      <w:pPr>
        <w:ind w:left="5398" w:right="68" w:hanging="153"/>
        <w:jc w:val="center"/>
        <w:rPr>
          <w:rFonts w:cstheme="minorHAnsi"/>
          <w:i/>
          <w:sz w:val="16"/>
          <w:szCs w:val="16"/>
        </w:rPr>
      </w:pPr>
    </w:p>
    <w:p w14:paraId="7728B0E0" w14:textId="77777777" w:rsidR="00382C34" w:rsidRPr="006D3DC4" w:rsidRDefault="00382C34" w:rsidP="006D3DC4">
      <w:pPr>
        <w:ind w:left="5398" w:right="68" w:hanging="153"/>
        <w:jc w:val="center"/>
        <w:rPr>
          <w:rFonts w:cstheme="minorHAnsi"/>
          <w:i/>
          <w:sz w:val="16"/>
          <w:szCs w:val="16"/>
        </w:rPr>
      </w:pPr>
    </w:p>
    <w:p w14:paraId="34DEA37A" w14:textId="7AF4AB1A" w:rsidR="005B33FC" w:rsidRPr="00093F52" w:rsidRDefault="005B33FC" w:rsidP="00D43359">
      <w:pPr>
        <w:pStyle w:val="Nagwek1"/>
      </w:pPr>
      <w:bookmarkStart w:id="7" w:name="_Toc210995364"/>
      <w:r>
        <w:lastRenderedPageBreak/>
        <w:t xml:space="preserve">ZAŁĄCZNIK NR </w:t>
      </w:r>
      <w:r w:rsidRPr="005B33FC">
        <w:t>8 DO SWZ – WYKAZ OSÓB</w:t>
      </w:r>
      <w:bookmarkEnd w:id="7"/>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166CC7DC"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asciiTheme="minorHAnsi" w:hAnsiTheme="minorHAnsi" w:cstheme="minorHAnsi"/>
              <w:b/>
              <w:color w:val="286AEE" w:themeColor="accent4" w:themeTint="99"/>
              <w:sz w:val="20"/>
            </w:rPr>
            <w:t>POST/DYS/OSK/LZA/00167/2026</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103A1">
            <w:rPr>
              <w:rFonts w:asciiTheme="minorHAnsi" w:hAnsiTheme="minorHAnsi"/>
              <w:b/>
              <w:color w:val="286AEE" w:themeColor="accent4" w:themeTint="99"/>
              <w:sz w:val="20"/>
            </w:rPr>
            <w:t>Opracowanie dokumentacji projektowych wraz z realizacją robót budowlanych w celu zrealizowania przyłączenia do sieci dystrybucyjnej siedmiu obiektów w Radomiu oraz Kolonia Seredzice na terenie RE Radom w podziale na 7 części.</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CC56A3F" w14:textId="24207ED0" w:rsidR="005B33FC" w:rsidRDefault="008E3256" w:rsidP="002565B4">
      <w:pPr>
        <w:ind w:left="5398" w:right="68" w:hanging="153"/>
        <w:jc w:val="center"/>
        <w:rPr>
          <w:rFonts w:cstheme="minorHAnsi"/>
          <w:i/>
          <w:sz w:val="16"/>
          <w:szCs w:val="16"/>
        </w:rPr>
      </w:pPr>
      <w:r w:rsidRPr="0092625B">
        <w:rPr>
          <w:rFonts w:cstheme="minorHAnsi"/>
          <w:i/>
          <w:sz w:val="16"/>
          <w:szCs w:val="16"/>
        </w:rPr>
        <w:t>oświadczeń woli w imieniu Wykonawcy</w:t>
      </w:r>
    </w:p>
    <w:p w14:paraId="0DF3971D" w14:textId="77777777" w:rsidR="00382C34" w:rsidRDefault="00382C34" w:rsidP="002565B4">
      <w:pPr>
        <w:ind w:left="5398" w:right="68" w:hanging="153"/>
        <w:jc w:val="center"/>
        <w:rPr>
          <w:rFonts w:cstheme="minorHAnsi"/>
          <w:i/>
          <w:sz w:val="16"/>
          <w:szCs w:val="16"/>
        </w:rPr>
      </w:pPr>
    </w:p>
    <w:p w14:paraId="5C107728" w14:textId="77777777" w:rsidR="00382C34" w:rsidRPr="002565B4" w:rsidRDefault="00382C34" w:rsidP="002565B4">
      <w:pPr>
        <w:ind w:left="5398" w:right="68" w:hanging="153"/>
        <w:jc w:val="center"/>
        <w:rPr>
          <w:rFonts w:cstheme="minorHAnsi"/>
          <w:i/>
          <w:sz w:val="16"/>
          <w:szCs w:val="16"/>
        </w:rPr>
      </w:pPr>
    </w:p>
    <w:p w14:paraId="6DF9828D" w14:textId="1101CF28" w:rsidR="005B33FC" w:rsidRPr="00093F52" w:rsidRDefault="005B33FC" w:rsidP="00D43359">
      <w:pPr>
        <w:pStyle w:val="Nagwek1"/>
      </w:pPr>
      <w:bookmarkStart w:id="8" w:name="_Toc210995366"/>
      <w:r>
        <w:lastRenderedPageBreak/>
        <w:t xml:space="preserve">ZAŁĄCZNIK NR </w:t>
      </w:r>
      <w:r w:rsidRPr="005B33FC">
        <w:t>10 DO SWZ – ZOBOWIĄZANIE PODMIOTU DO UDOSTEPNIENIA ZASOBÓW</w:t>
      </w:r>
      <w:bookmarkEnd w:id="8"/>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269D9FAF"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cstheme="minorHAnsi"/>
              <w:b/>
              <w:color w:val="286AEE" w:themeColor="accent4" w:themeTint="99"/>
              <w:sz w:val="20"/>
            </w:rPr>
            <w:t>POST/DYS/OSK/LZA/00167/2026</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B103A1">
            <w:rPr>
              <w:b/>
              <w:color w:val="286AEE" w:themeColor="accent4" w:themeTint="99"/>
              <w:sz w:val="20"/>
              <w:szCs w:val="20"/>
            </w:rPr>
            <w:t>Opracowanie dokumentacji projektowych wraz z realizacją robót budowlanych w celu zrealizowania przyłączenia do sieci dystrybucyjnej siedmiu obiektów w Radomiu oraz Kolonia Seredzice na terenie RE Radom w podziale na 7 części.</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68AC3A76" w14:textId="77777777" w:rsidR="002565B4" w:rsidRDefault="002565B4" w:rsidP="000678D4">
      <w:pPr>
        <w:rPr>
          <w:rFonts w:cstheme="minorHAnsi"/>
        </w:rPr>
      </w:pPr>
    </w:p>
    <w:p w14:paraId="1BA5AA78" w14:textId="77777777" w:rsidR="002565B4" w:rsidRDefault="002565B4" w:rsidP="000678D4">
      <w:pPr>
        <w:rPr>
          <w:rFonts w:cstheme="minorHAnsi"/>
        </w:rPr>
      </w:pPr>
    </w:p>
    <w:p w14:paraId="5E3C2045" w14:textId="77777777" w:rsidR="002565B4" w:rsidRDefault="002565B4" w:rsidP="000678D4">
      <w:pPr>
        <w:rPr>
          <w:rFonts w:cstheme="minorHAnsi"/>
        </w:rPr>
      </w:pPr>
    </w:p>
    <w:p w14:paraId="77027C05" w14:textId="21626E4D" w:rsidR="00C9329B" w:rsidRDefault="00C9329B" w:rsidP="000678D4">
      <w:pPr>
        <w:rPr>
          <w:rFonts w:cstheme="minorHAnsi"/>
        </w:rPr>
      </w:pPr>
    </w:p>
    <w:p w14:paraId="4A9496B9" w14:textId="31E60897" w:rsidR="005B33FC" w:rsidRDefault="005B33FC" w:rsidP="001318C9"/>
    <w:p w14:paraId="7A04CC95" w14:textId="77777777" w:rsidR="008E3256" w:rsidRDefault="008E3256" w:rsidP="001318C9">
      <w:pPr>
        <w:rPr>
          <w:rFonts w:cstheme="minorHAnsi"/>
          <w:sz w:val="20"/>
        </w:rPr>
      </w:pPr>
    </w:p>
    <w:p w14:paraId="4DED14E6" w14:textId="77777777" w:rsidR="006D3DC4" w:rsidRDefault="006D3DC4" w:rsidP="001318C9"/>
    <w:p w14:paraId="34FCE8E5" w14:textId="02071774" w:rsidR="005B33FC" w:rsidRPr="000B5CDC" w:rsidRDefault="005B33FC" w:rsidP="00D43359">
      <w:pPr>
        <w:pStyle w:val="Nagwek1"/>
        <w:rPr>
          <w:color w:val="FF0000"/>
        </w:rPr>
      </w:pPr>
      <w:bookmarkStart w:id="9" w:name="_Toc210995368"/>
      <w:r>
        <w:lastRenderedPageBreak/>
        <w:t xml:space="preserve">ZAŁĄCZNIK NR </w:t>
      </w:r>
      <w:r w:rsidRPr="005B33FC">
        <w:t>1</w:t>
      </w:r>
      <w:r>
        <w:t>2</w:t>
      </w:r>
      <w:r w:rsidRPr="005B33FC">
        <w:t xml:space="preserve"> DO SWZ – </w:t>
      </w:r>
      <w:r w:rsidRPr="007B5834">
        <w:t>OŚWIADCZENIE W SPRAWIE ZEZWOLENIA NA WYTWARZANIE ODPADÓW</w:t>
      </w:r>
      <w:bookmarkEnd w:id="9"/>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6B7918FB"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asciiTheme="minorHAnsi" w:hAnsiTheme="minorHAnsi" w:cstheme="minorHAnsi"/>
              <w:b/>
              <w:color w:val="286AEE" w:themeColor="accent4" w:themeTint="99"/>
              <w:sz w:val="20"/>
            </w:rPr>
            <w:t>POST/DYS/OSK/LZA/00167/2026</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B103A1">
            <w:rPr>
              <w:rFonts w:asciiTheme="minorHAnsi" w:hAnsiTheme="minorHAnsi"/>
              <w:b/>
              <w:color w:val="286AEE" w:themeColor="accent4" w:themeTint="99"/>
              <w:sz w:val="20"/>
            </w:rPr>
            <w:t>Opracowanie dokumentacji projektowych wraz z realizacją robót budowlanych w celu zrealizowania przyłączenia do sieci dystrybucyjnej siedmiu obiektów w Radomiu oraz Kolonia Seredzice na terenie RE Radom w podziale na 7 części.</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C9329B">
      <w:pPr>
        <w:ind w:left="5398" w:right="68" w:hanging="153"/>
        <w:jc w:val="center"/>
        <w:rPr>
          <w:rFonts w:cstheme="minorHAnsi"/>
          <w:i/>
          <w:sz w:val="16"/>
          <w:szCs w:val="16"/>
        </w:rPr>
      </w:pPr>
    </w:p>
    <w:p w14:paraId="398FF300" w14:textId="083BF30C" w:rsidR="005B33FC" w:rsidRPr="00093F52" w:rsidRDefault="005B33FC" w:rsidP="00D43359">
      <w:pPr>
        <w:pStyle w:val="Nagwek1"/>
      </w:pPr>
      <w:bookmarkStart w:id="10" w:name="_Toc210995369"/>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10"/>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3939E567"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cstheme="minorHAnsi"/>
              <w:b/>
              <w:color w:val="286AEE" w:themeColor="accent4" w:themeTint="99"/>
              <w:sz w:val="20"/>
            </w:rPr>
            <w:t>POST/DYS/OSK/LZA/00167/2026</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B103A1">
            <w:rPr>
              <w:b/>
              <w:color w:val="286AEE" w:themeColor="accent4" w:themeTint="99"/>
              <w:sz w:val="20"/>
              <w:szCs w:val="20"/>
            </w:rPr>
            <w:t>Opracowanie dokumentacji projektowych wraz z realizacją robót budowlanych w celu zrealizowania przyłączenia do sieci dystrybucyjnej siedmiu obiektów w Radomiu oraz Kolonia Seredzice na terenie RE Radom w podziale na 7 części.</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3E2008A4" w14:textId="77777777" w:rsidR="00D43359" w:rsidRDefault="00D43359" w:rsidP="00C9329B">
      <w:pPr>
        <w:rPr>
          <w:rFonts w:cstheme="minorHAnsi"/>
        </w:rPr>
      </w:pPr>
    </w:p>
    <w:p w14:paraId="691D309F" w14:textId="77777777" w:rsidR="00D43359" w:rsidRDefault="00D43359" w:rsidP="00C9329B">
      <w:pPr>
        <w:rPr>
          <w:rFonts w:cstheme="minorHAnsi"/>
        </w:rPr>
      </w:pPr>
    </w:p>
    <w:p w14:paraId="505F4D82" w14:textId="77777777" w:rsidR="00D43359" w:rsidRDefault="00D43359" w:rsidP="00C9329B">
      <w:pPr>
        <w:rPr>
          <w:rFonts w:cstheme="minorHAnsi"/>
        </w:rPr>
      </w:pPr>
    </w:p>
    <w:p w14:paraId="2EE75384" w14:textId="77777777" w:rsidR="00D43359" w:rsidRDefault="00D43359" w:rsidP="00C9329B">
      <w:pPr>
        <w:rPr>
          <w:rFonts w:cstheme="minorHAnsi"/>
        </w:rPr>
      </w:pPr>
    </w:p>
    <w:p w14:paraId="57965C9F" w14:textId="77777777" w:rsidR="00D43359" w:rsidRDefault="00D43359" w:rsidP="00C9329B">
      <w:pPr>
        <w:rPr>
          <w:rFonts w:cstheme="minorHAnsi"/>
        </w:rPr>
      </w:pPr>
    </w:p>
    <w:p w14:paraId="5812CD18" w14:textId="77777777" w:rsidR="00D43359" w:rsidRDefault="00D43359" w:rsidP="00C9329B">
      <w:pPr>
        <w:rPr>
          <w:rFonts w:cstheme="minorHAnsi"/>
        </w:rPr>
      </w:pPr>
    </w:p>
    <w:p w14:paraId="19181A45" w14:textId="77777777" w:rsidR="00B103A1" w:rsidRDefault="00B103A1" w:rsidP="00C9329B">
      <w:pPr>
        <w:rPr>
          <w:rFonts w:cstheme="minorHAnsi"/>
        </w:rPr>
      </w:pPr>
    </w:p>
    <w:p w14:paraId="45A17512" w14:textId="77777777" w:rsidR="00B103A1" w:rsidRDefault="00B103A1" w:rsidP="00C9329B">
      <w:pPr>
        <w:rPr>
          <w:rFonts w:cstheme="minorHAnsi"/>
        </w:rPr>
      </w:pPr>
    </w:p>
    <w:p w14:paraId="4CBED9D0" w14:textId="15BB12D1" w:rsidR="00C9329B" w:rsidRDefault="00C9329B" w:rsidP="00C9329B">
      <w:pPr>
        <w:rPr>
          <w:rFonts w:cstheme="minorHAnsi"/>
        </w:rPr>
      </w:pPr>
    </w:p>
    <w:p w14:paraId="6AEA8B56" w14:textId="0C91C3F3" w:rsidR="00D43359" w:rsidRPr="00D43359" w:rsidRDefault="00D43359" w:rsidP="00D43359">
      <w:pPr>
        <w:pStyle w:val="Nagwek1"/>
        <w:rPr>
          <w:rFonts w:eastAsia="Times New Roman"/>
        </w:rPr>
      </w:pPr>
      <w:bookmarkStart w:id="11" w:name="_Toc118356914"/>
      <w:r w:rsidRPr="00D43359">
        <w:lastRenderedPageBreak/>
        <w:t>ZAŁĄCZNIK</w:t>
      </w:r>
      <w:r w:rsidRPr="00D43359">
        <w:rPr>
          <w:rFonts w:eastAsia="Times New Roman"/>
        </w:rPr>
        <w:t xml:space="preserve"> NR 1</w:t>
      </w:r>
      <w:r>
        <w:rPr>
          <w:rFonts w:eastAsia="Times New Roman"/>
        </w:rPr>
        <w:t>4</w:t>
      </w:r>
      <w:r w:rsidRPr="00D43359">
        <w:rPr>
          <w:rFonts w:eastAsia="Times New Roman"/>
        </w:rPr>
        <w:t xml:space="preserve"> DO SWZ OŚWIADCZENIE PRODUCENTA</w:t>
      </w:r>
      <w:bookmarkEnd w:id="11"/>
    </w:p>
    <w:p w14:paraId="42F04FDD" w14:textId="77777777" w:rsidR="00D43359" w:rsidRPr="00D43359" w:rsidRDefault="00D43359" w:rsidP="00D43359">
      <w:pPr>
        <w:spacing w:after="0" w:line="288" w:lineRule="auto"/>
        <w:ind w:left="5398" w:right="68" w:hanging="153"/>
        <w:jc w:val="center"/>
        <w:rPr>
          <w:rFonts w:ascii="Calibri" w:eastAsia="Times New Roman" w:hAnsi="Calibri" w:cs="Calibri"/>
          <w:i/>
          <w:sz w:val="16"/>
          <w:szCs w:val="16"/>
        </w:rPr>
      </w:pPr>
    </w:p>
    <w:p w14:paraId="2A16EF6F" w14:textId="77777777" w:rsidR="00D43359" w:rsidRPr="00D43359" w:rsidRDefault="00D43359" w:rsidP="00D43359">
      <w:pPr>
        <w:spacing w:after="0"/>
        <w:jc w:val="right"/>
        <w:rPr>
          <w:rFonts w:ascii="Calibri" w:eastAsia="Times New Roman" w:hAnsi="Calibri" w:cs="Arial"/>
          <w:b/>
          <w:i/>
          <w:sz w:val="22"/>
          <w:lang w:eastAsia="pl-PL"/>
        </w:rPr>
      </w:pPr>
    </w:p>
    <w:p w14:paraId="4CEC3876" w14:textId="77777777" w:rsidR="00D43359" w:rsidRPr="00D43359" w:rsidRDefault="00D43359" w:rsidP="00D43359">
      <w:pPr>
        <w:spacing w:after="0"/>
        <w:jc w:val="both"/>
        <w:rPr>
          <w:rFonts w:ascii="Calibri" w:eastAsia="Times New Roman" w:hAnsi="Calibri" w:cs="Arial"/>
          <w:b/>
          <w:i/>
          <w:sz w:val="22"/>
          <w:lang w:eastAsia="pl-PL"/>
        </w:rPr>
      </w:pPr>
    </w:p>
    <w:p w14:paraId="1D3ED71E" w14:textId="77777777" w:rsidR="00D43359" w:rsidRPr="00D43359" w:rsidRDefault="00D43359" w:rsidP="00D43359">
      <w:pPr>
        <w:spacing w:before="120" w:after="0"/>
        <w:jc w:val="center"/>
        <w:outlineLvl w:val="0"/>
        <w:rPr>
          <w:rFonts w:ascii="Calibri" w:eastAsia="Times New Roman" w:hAnsi="Calibri" w:cs="Arial"/>
          <w:b/>
          <w:sz w:val="22"/>
          <w:lang w:eastAsia="pl-PL"/>
        </w:rPr>
      </w:pPr>
      <w:r w:rsidRPr="00D43359">
        <w:rPr>
          <w:rFonts w:ascii="Calibri" w:eastAsia="Times New Roman" w:hAnsi="Calibri" w:cs="Arial"/>
          <w:b/>
          <w:sz w:val="22"/>
          <w:lang w:eastAsia="pl-PL"/>
        </w:rPr>
        <w:t xml:space="preserve">OŚWIADCZENIE </w:t>
      </w:r>
    </w:p>
    <w:p w14:paraId="0ECF61FC" w14:textId="77777777" w:rsidR="00D43359" w:rsidRPr="00D43359" w:rsidRDefault="00D43359" w:rsidP="00D43359">
      <w:pPr>
        <w:spacing w:before="120" w:after="0"/>
        <w:outlineLvl w:val="0"/>
        <w:rPr>
          <w:rFonts w:ascii="Calibri" w:eastAsia="Times New Roman" w:hAnsi="Calibri" w:cs="Arial"/>
          <w:b/>
          <w:sz w:val="22"/>
          <w:lang w:eastAsia="pl-PL"/>
        </w:rPr>
      </w:pPr>
      <w:r w:rsidRPr="00D43359">
        <w:rPr>
          <w:rFonts w:ascii="Calibri" w:eastAsia="Times New Roman" w:hAnsi="Calibri" w:cs="Arial"/>
          <w:b/>
          <w:sz w:val="22"/>
          <w:lang w:eastAsia="pl-PL"/>
        </w:rPr>
        <w:t xml:space="preserve">producenta systemu </w:t>
      </w:r>
      <w:r w:rsidRPr="00D43359">
        <w:rPr>
          <w:rFonts w:ascii="Calibri" w:eastAsia="Times New Roman" w:hAnsi="Calibri" w:cs="Arial"/>
          <w:b/>
          <w:bCs/>
          <w:sz w:val="22"/>
          <w:lang w:eastAsia="pl-PL"/>
        </w:rPr>
        <w:t>dyspozytorskiego</w:t>
      </w:r>
      <w:r w:rsidRPr="00D43359">
        <w:rPr>
          <w:rFonts w:ascii="Calibri" w:eastAsia="Times New Roman" w:hAnsi="Calibri" w:cs="Arial"/>
          <w:b/>
          <w:bCs/>
          <w:color w:val="0070C0"/>
          <w:sz w:val="20"/>
          <w:szCs w:val="20"/>
          <w:lang w:eastAsia="pl-PL"/>
        </w:rPr>
        <w:t xml:space="preserve"> </w:t>
      </w:r>
      <w:r w:rsidRPr="00D43359">
        <w:rPr>
          <w:rFonts w:ascii="Calibri" w:eastAsia="Times New Roman" w:hAnsi="Calibri" w:cs="Arial"/>
          <w:b/>
          <w:bCs/>
          <w:sz w:val="22"/>
          <w:lang w:eastAsia="pl-PL"/>
        </w:rPr>
        <w:t>zainstalowanego w Obszarowym Centrum Dyspozytorskim</w:t>
      </w:r>
    </w:p>
    <w:p w14:paraId="44EEA9FB" w14:textId="77777777" w:rsidR="00D43359" w:rsidRPr="00D43359" w:rsidRDefault="00D43359" w:rsidP="00D43359">
      <w:pPr>
        <w:spacing w:before="120" w:after="0"/>
        <w:jc w:val="center"/>
        <w:outlineLvl w:val="0"/>
        <w:rPr>
          <w:rFonts w:ascii="Calibri" w:eastAsia="Times New Roman" w:hAnsi="Calibri" w:cs="Arial"/>
          <w:b/>
          <w:sz w:val="22"/>
          <w:lang w:eastAsia="pl-PL"/>
        </w:rPr>
      </w:pPr>
    </w:p>
    <w:p w14:paraId="12FBED2F" w14:textId="69538407" w:rsidR="00D43359" w:rsidRPr="00D43359" w:rsidRDefault="00D43359" w:rsidP="00D43359">
      <w:pPr>
        <w:spacing w:before="120" w:after="0" w:line="360" w:lineRule="auto"/>
        <w:jc w:val="both"/>
        <w:outlineLvl w:val="0"/>
        <w:rPr>
          <w:rFonts w:ascii="Calibri" w:eastAsia="Times New Roman" w:hAnsi="Calibri" w:cs="Arial"/>
          <w:bCs/>
          <w:iCs/>
          <w:sz w:val="20"/>
          <w:szCs w:val="20"/>
          <w:lang w:eastAsia="pl-PL"/>
        </w:rPr>
      </w:pPr>
      <w:r w:rsidRPr="00D43359">
        <w:rPr>
          <w:rFonts w:ascii="Calibri" w:eastAsia="Times New Roman" w:hAnsi="Calibri" w:cs="Arial"/>
          <w:sz w:val="20"/>
          <w:szCs w:val="20"/>
          <w:lang w:eastAsia="pl-PL"/>
        </w:rPr>
        <w:t xml:space="preserve">Oświadczenie producenta systemu </w:t>
      </w:r>
      <w:r w:rsidRPr="00D43359">
        <w:rPr>
          <w:rFonts w:ascii="Calibri" w:eastAsia="Times New Roman" w:hAnsi="Calibri" w:cs="Arial"/>
          <w:bCs/>
          <w:sz w:val="20"/>
          <w:szCs w:val="20"/>
          <w:lang w:eastAsia="pl-PL"/>
        </w:rPr>
        <w:t>dyspozytorskiego,</w:t>
      </w:r>
      <w:r w:rsidRPr="00D43359">
        <w:rPr>
          <w:rFonts w:ascii="Calibri" w:eastAsia="Times New Roman" w:hAnsi="Calibri" w:cs="Arial"/>
          <w:sz w:val="20"/>
          <w:szCs w:val="20"/>
          <w:lang w:eastAsia="pl-PL"/>
        </w:rPr>
        <w:t xml:space="preserve"> firmy: …………………………………………………………………………………… </w:t>
      </w:r>
      <w:r>
        <w:rPr>
          <w:rFonts w:ascii="Calibri" w:eastAsia="Times New Roman" w:hAnsi="Calibri" w:cs="Arial"/>
          <w:sz w:val="20"/>
          <w:szCs w:val="20"/>
          <w:lang w:eastAsia="pl-PL"/>
        </w:rPr>
        <w:br/>
      </w:r>
      <w:r w:rsidRPr="00D43359">
        <w:rPr>
          <w:rFonts w:ascii="Calibri" w:eastAsia="Times New Roman" w:hAnsi="Calibri" w:cs="Arial"/>
          <w:sz w:val="20"/>
          <w:szCs w:val="20"/>
          <w:lang w:eastAsia="pl-PL"/>
        </w:rPr>
        <w:t xml:space="preserve">z siedzibą: ……………………………………………………………………………….…………………...……, zobowiązuje się do wykonania prac </w:t>
      </w:r>
      <w:r w:rsidRPr="00D43359">
        <w:rPr>
          <w:rFonts w:ascii="Calibri" w:eastAsia="Times New Roman" w:hAnsi="Calibri" w:cs="Arial"/>
          <w:bCs/>
          <w:sz w:val="20"/>
          <w:szCs w:val="20"/>
          <w:lang w:eastAsia="pl-PL"/>
        </w:rPr>
        <w:t xml:space="preserve">edycyjnych i konfiguracyjnych w systemie dyspozytorskim na potrzeby postępowania zakupowego nr </w:t>
      </w:r>
      <w:sdt>
        <w:sdtPr>
          <w:rPr>
            <w:rFonts w:ascii="Calibri" w:eastAsia="Times New Roman" w:hAnsi="Calibri" w:cs="Arial"/>
            <w:b/>
            <w:bCs/>
            <w:sz w:val="20"/>
            <w:szCs w:val="20"/>
            <w:lang w:eastAsia="pl-PL"/>
          </w:rPr>
          <w:alias w:val="Słowa kluczowe"/>
          <w:tag w:val=""/>
          <w:id w:val="-1014991052"/>
          <w:placeholder>
            <w:docPart w:val="C80106095B734102A7B5B0E689EACC72"/>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ascii="Calibri" w:eastAsia="Times New Roman" w:hAnsi="Calibri" w:cs="Arial"/>
              <w:b/>
              <w:bCs/>
              <w:sz w:val="20"/>
              <w:szCs w:val="20"/>
              <w:lang w:eastAsia="pl-PL"/>
            </w:rPr>
            <w:t>POST/DYS/OSK/LZA/00167/2026</w:t>
          </w:r>
        </w:sdtContent>
      </w:sdt>
      <w:r w:rsidRPr="00D43359">
        <w:rPr>
          <w:rFonts w:ascii="Calibri" w:eastAsia="Times New Roman" w:hAnsi="Calibri" w:cs="Arial"/>
          <w:bCs/>
          <w:sz w:val="20"/>
          <w:szCs w:val="20"/>
          <w:lang w:eastAsia="pl-PL"/>
        </w:rPr>
        <w:t xml:space="preserve"> pt. </w:t>
      </w:r>
      <w:sdt>
        <w:sdtPr>
          <w:rPr>
            <w:rFonts w:ascii="Calibri" w:eastAsia="Times New Roman" w:hAnsi="Calibri" w:cs="Arial"/>
            <w:b/>
            <w:bCs/>
            <w:sz w:val="20"/>
            <w:szCs w:val="20"/>
            <w:lang w:eastAsia="pl-PL"/>
          </w:rPr>
          <w:alias w:val="Tytuł"/>
          <w:tag w:val=""/>
          <w:id w:val="810759267"/>
          <w:placeholder>
            <w:docPart w:val="B14B8F926A054E8FA63355EBEBA6DF30"/>
          </w:placeholder>
          <w:dataBinding w:prefixMappings="xmlns:ns0='http://purl.org/dc/elements/1.1/' xmlns:ns1='http://schemas.openxmlformats.org/package/2006/metadata/core-properties' " w:xpath="/ns1:coreProperties[1]/ns0:title[1]" w:storeItemID="{6C3C8BC8-F283-45AE-878A-BAB7291924A1}"/>
          <w:text/>
        </w:sdtPr>
        <w:sdtEndPr/>
        <w:sdtContent>
          <w:r w:rsidR="00B103A1">
            <w:rPr>
              <w:rFonts w:ascii="Calibri" w:eastAsia="Times New Roman" w:hAnsi="Calibri" w:cs="Arial"/>
              <w:b/>
              <w:bCs/>
              <w:sz w:val="20"/>
              <w:szCs w:val="20"/>
              <w:lang w:eastAsia="pl-PL"/>
            </w:rPr>
            <w:t>Opracowanie dokumentacji projektowych wraz z realizacją robót budowlanych w celu zrealizowania przyłączenia do sieci dystrybucyjnej siedmiu obiektów w Radomiu oraz Kolonia Seredzice na terenie RE Radom w podziale na 7 części.</w:t>
          </w:r>
        </w:sdtContent>
      </w:sdt>
      <w:r w:rsidRPr="00D43359">
        <w:rPr>
          <w:rFonts w:ascii="Calibri" w:eastAsia="Times New Roman" w:hAnsi="Calibri" w:cs="Arial"/>
          <w:bCs/>
          <w:sz w:val="20"/>
          <w:szCs w:val="20"/>
          <w:lang w:eastAsia="pl-PL"/>
        </w:rPr>
        <w:t xml:space="preserve"> </w:t>
      </w:r>
      <w:r>
        <w:rPr>
          <w:rFonts w:ascii="Calibri" w:eastAsia="Times New Roman" w:hAnsi="Calibri" w:cs="Arial"/>
          <w:bCs/>
          <w:sz w:val="20"/>
          <w:szCs w:val="20"/>
          <w:lang w:eastAsia="pl-PL"/>
        </w:rPr>
        <w:br/>
      </w:r>
      <w:r w:rsidRPr="00D43359">
        <w:rPr>
          <w:rFonts w:ascii="Calibri" w:eastAsia="Times New Roman" w:hAnsi="Calibri" w:cs="Arial"/>
          <w:bCs/>
          <w:iCs/>
          <w:sz w:val="20"/>
          <w:szCs w:val="20"/>
          <w:lang w:eastAsia="pl-PL"/>
        </w:rPr>
        <w:t>w zakresie złożonej oferty przez</w:t>
      </w:r>
    </w:p>
    <w:p w14:paraId="65C6E63C" w14:textId="77777777" w:rsidR="00D43359" w:rsidRPr="00D43359" w:rsidRDefault="00D43359" w:rsidP="00D43359">
      <w:pPr>
        <w:spacing w:before="120" w:after="0" w:line="360" w:lineRule="auto"/>
        <w:jc w:val="both"/>
        <w:outlineLvl w:val="0"/>
        <w:rPr>
          <w:rFonts w:ascii="Calibri" w:eastAsia="Times New Roman" w:hAnsi="Calibri" w:cs="Arial"/>
          <w:bCs/>
          <w:iCs/>
          <w:sz w:val="20"/>
          <w:szCs w:val="20"/>
          <w:lang w:eastAsia="pl-PL"/>
        </w:rPr>
      </w:pPr>
    </w:p>
    <w:p w14:paraId="1A7B748D" w14:textId="77777777" w:rsidR="00D43359" w:rsidRPr="00D43359" w:rsidRDefault="00D43359" w:rsidP="00D43359">
      <w:pPr>
        <w:spacing w:before="120" w:after="0" w:line="360" w:lineRule="auto"/>
        <w:jc w:val="both"/>
        <w:outlineLvl w:val="0"/>
        <w:rPr>
          <w:rFonts w:ascii="Calibri" w:eastAsia="Times New Roman" w:hAnsi="Calibri" w:cs="Arial"/>
          <w:bCs/>
          <w:iCs/>
          <w:sz w:val="20"/>
          <w:szCs w:val="20"/>
          <w:lang w:eastAsia="pl-PL"/>
        </w:rPr>
      </w:pPr>
      <w:r w:rsidRPr="00D43359">
        <w:rPr>
          <w:rFonts w:ascii="Calibri" w:eastAsia="Times New Roman" w:hAnsi="Calibri" w:cs="Arial"/>
          <w:bCs/>
          <w:iCs/>
          <w:sz w:val="20"/>
          <w:szCs w:val="20"/>
          <w:lang w:eastAsia="pl-PL"/>
        </w:rPr>
        <w:t>firmę: ………………………………………………………………………..…………………………………………..….………</w:t>
      </w:r>
    </w:p>
    <w:p w14:paraId="0D32F627" w14:textId="77777777" w:rsidR="00D43359" w:rsidRPr="00D43359" w:rsidRDefault="00D43359" w:rsidP="00D43359">
      <w:pPr>
        <w:spacing w:before="120" w:after="0" w:line="360" w:lineRule="auto"/>
        <w:jc w:val="both"/>
        <w:outlineLvl w:val="0"/>
        <w:rPr>
          <w:rFonts w:ascii="Calibri" w:eastAsia="Times New Roman" w:hAnsi="Calibri" w:cs="Arial"/>
          <w:bCs/>
          <w:iCs/>
          <w:sz w:val="20"/>
          <w:szCs w:val="20"/>
          <w:lang w:eastAsia="pl-PL"/>
        </w:rPr>
      </w:pPr>
    </w:p>
    <w:p w14:paraId="771A0118" w14:textId="77777777" w:rsidR="00D43359" w:rsidRPr="00D43359" w:rsidRDefault="00D43359" w:rsidP="00D43359">
      <w:pPr>
        <w:spacing w:before="120" w:after="0" w:line="360" w:lineRule="auto"/>
        <w:jc w:val="both"/>
        <w:outlineLvl w:val="0"/>
        <w:rPr>
          <w:rFonts w:ascii="Calibri" w:eastAsia="Times New Roman" w:hAnsi="Calibri" w:cs="Arial"/>
          <w:bCs/>
          <w:iCs/>
          <w:sz w:val="20"/>
          <w:szCs w:val="20"/>
          <w:lang w:eastAsia="pl-PL"/>
        </w:rPr>
      </w:pPr>
      <w:r w:rsidRPr="00D43359">
        <w:rPr>
          <w:rFonts w:ascii="Calibri" w:eastAsia="Times New Roman" w:hAnsi="Calibri" w:cs="Arial"/>
          <w:bCs/>
          <w:iCs/>
          <w:sz w:val="20"/>
          <w:szCs w:val="20"/>
          <w:lang w:eastAsia="pl-PL"/>
        </w:rPr>
        <w:t>z siedzibą: ………………………………………………………………..……………………………………………….………,</w:t>
      </w:r>
    </w:p>
    <w:p w14:paraId="3BA8E823" w14:textId="77777777" w:rsidR="00D43359" w:rsidRPr="00D43359" w:rsidRDefault="00D43359" w:rsidP="00D43359">
      <w:pPr>
        <w:spacing w:before="120" w:after="0" w:line="360" w:lineRule="auto"/>
        <w:jc w:val="both"/>
        <w:outlineLvl w:val="0"/>
        <w:rPr>
          <w:rFonts w:ascii="Calibri" w:eastAsia="Times New Roman" w:hAnsi="Calibri" w:cs="Arial"/>
          <w:bCs/>
          <w:iCs/>
          <w:sz w:val="20"/>
          <w:szCs w:val="20"/>
          <w:lang w:eastAsia="pl-PL"/>
        </w:rPr>
      </w:pPr>
    </w:p>
    <w:p w14:paraId="59DE4847" w14:textId="77777777" w:rsidR="00D43359" w:rsidRPr="00D43359" w:rsidRDefault="00D43359" w:rsidP="00D43359">
      <w:pPr>
        <w:widowControl w:val="0"/>
        <w:adjustRightInd w:val="0"/>
        <w:spacing w:before="1440" w:after="0"/>
        <w:ind w:left="3686"/>
        <w:jc w:val="center"/>
        <w:rPr>
          <w:rFonts w:ascii="Calibri" w:eastAsia="Times New Roman" w:hAnsi="Calibri" w:cs="Arial"/>
          <w:bCs/>
          <w:iCs/>
          <w:sz w:val="20"/>
          <w:szCs w:val="20"/>
          <w:lang w:eastAsia="pl-PL"/>
        </w:rPr>
      </w:pPr>
      <w:r w:rsidRPr="00D43359">
        <w:rPr>
          <w:rFonts w:ascii="Calibri" w:eastAsia="Times New Roman" w:hAnsi="Calibri" w:cs="Arial"/>
          <w:bCs/>
          <w:iCs/>
          <w:sz w:val="20"/>
          <w:szCs w:val="20"/>
          <w:lang w:eastAsia="pl-PL"/>
        </w:rPr>
        <w:t>…………………………………………………………………………………………………</w:t>
      </w:r>
    </w:p>
    <w:p w14:paraId="3F87A329" w14:textId="77777777" w:rsidR="00D43359" w:rsidRPr="00D43359" w:rsidRDefault="00D43359" w:rsidP="00D43359">
      <w:pPr>
        <w:widowControl w:val="0"/>
        <w:adjustRightInd w:val="0"/>
        <w:spacing w:after="0"/>
        <w:ind w:left="3686"/>
        <w:jc w:val="center"/>
        <w:rPr>
          <w:rFonts w:ascii="Calibri" w:eastAsia="Times New Roman" w:hAnsi="Calibri" w:cs="Arial"/>
          <w:i/>
          <w:szCs w:val="18"/>
          <w:lang w:eastAsia="pl-PL"/>
        </w:rPr>
      </w:pPr>
      <w:r w:rsidRPr="00D43359">
        <w:rPr>
          <w:rFonts w:ascii="Calibri" w:eastAsia="Times New Roman" w:hAnsi="Calibri" w:cs="Arial"/>
          <w:i/>
          <w:szCs w:val="18"/>
          <w:lang w:eastAsia="pl-PL"/>
        </w:rPr>
        <w:t xml:space="preserve">(data i podpis producenta systemu </w:t>
      </w:r>
      <w:r w:rsidRPr="00D43359">
        <w:rPr>
          <w:rFonts w:ascii="Calibri" w:eastAsia="Times New Roman" w:hAnsi="Calibri" w:cs="Arial"/>
          <w:bCs/>
          <w:i/>
          <w:szCs w:val="18"/>
          <w:lang w:eastAsia="pl-PL"/>
        </w:rPr>
        <w:t>dyspozytorskiego</w:t>
      </w:r>
      <w:r w:rsidRPr="00D43359">
        <w:rPr>
          <w:rFonts w:ascii="Calibri" w:eastAsia="Times New Roman" w:hAnsi="Calibri" w:cs="Arial"/>
          <w:i/>
          <w:szCs w:val="18"/>
          <w:lang w:eastAsia="pl-PL"/>
        </w:rPr>
        <w:t>)</w:t>
      </w:r>
    </w:p>
    <w:p w14:paraId="518B2DCA" w14:textId="77777777" w:rsidR="00D43359" w:rsidRPr="00D43359" w:rsidRDefault="00D43359" w:rsidP="00D43359">
      <w:pPr>
        <w:widowControl w:val="0"/>
        <w:adjustRightInd w:val="0"/>
        <w:spacing w:before="1440" w:after="0"/>
        <w:ind w:left="3686"/>
        <w:jc w:val="center"/>
        <w:rPr>
          <w:rFonts w:ascii="Calibri" w:eastAsia="Times New Roman" w:hAnsi="Calibri" w:cs="Arial"/>
          <w:bCs/>
          <w:iCs/>
          <w:sz w:val="20"/>
          <w:szCs w:val="20"/>
          <w:lang w:eastAsia="pl-PL"/>
        </w:rPr>
      </w:pPr>
      <w:r w:rsidRPr="00D43359">
        <w:rPr>
          <w:rFonts w:ascii="Calibri" w:eastAsia="Times New Roman" w:hAnsi="Calibri" w:cs="Arial"/>
          <w:bCs/>
          <w:iCs/>
          <w:sz w:val="20"/>
          <w:szCs w:val="20"/>
          <w:lang w:eastAsia="pl-PL"/>
        </w:rPr>
        <w:t>…………………………………………………………………………………………………</w:t>
      </w:r>
    </w:p>
    <w:p w14:paraId="63688CAD" w14:textId="77777777" w:rsidR="00D43359" w:rsidRPr="00D43359" w:rsidRDefault="00D43359" w:rsidP="00D43359">
      <w:pPr>
        <w:widowControl w:val="0"/>
        <w:adjustRightInd w:val="0"/>
        <w:spacing w:after="0"/>
        <w:ind w:left="3686"/>
        <w:jc w:val="center"/>
        <w:rPr>
          <w:rFonts w:ascii="Calibri" w:eastAsia="Times New Roman" w:hAnsi="Calibri" w:cs="Arial"/>
          <w:szCs w:val="18"/>
          <w:lang w:eastAsia="pl-PL"/>
        </w:rPr>
      </w:pPr>
      <w:r w:rsidRPr="00D43359">
        <w:rPr>
          <w:rFonts w:ascii="Calibri" w:eastAsia="Times New Roman" w:hAnsi="Calibri" w:cs="Arial"/>
          <w:i/>
          <w:szCs w:val="18"/>
          <w:lang w:eastAsia="pl-PL"/>
        </w:rPr>
        <w:t>(data i podpis Wykonawcy)</w:t>
      </w:r>
    </w:p>
    <w:p w14:paraId="3CE9B113" w14:textId="77777777" w:rsidR="00D43359" w:rsidRPr="00D43359" w:rsidRDefault="00D43359" w:rsidP="00D43359">
      <w:pPr>
        <w:spacing w:after="200" w:line="276" w:lineRule="auto"/>
        <w:rPr>
          <w:rFonts w:ascii="Calibri" w:eastAsia="Times New Roman" w:hAnsi="Calibri" w:cs="Calibri"/>
          <w:i/>
          <w:sz w:val="16"/>
          <w:szCs w:val="16"/>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5CED0ED5" w14:textId="77777777" w:rsidR="00C9329B" w:rsidRDefault="00C9329B" w:rsidP="001318C9"/>
    <w:p w14:paraId="1F75A9D4" w14:textId="77777777" w:rsidR="00275633" w:rsidRDefault="00275633" w:rsidP="001318C9"/>
    <w:p w14:paraId="3EB65FFE" w14:textId="77777777" w:rsidR="00275633" w:rsidRDefault="00275633" w:rsidP="001318C9"/>
    <w:p w14:paraId="4FAAF975" w14:textId="77777777" w:rsidR="00275633" w:rsidRDefault="00275633" w:rsidP="001318C9"/>
    <w:p w14:paraId="7F03D0FC" w14:textId="77777777" w:rsidR="00275633" w:rsidRPr="00275633" w:rsidRDefault="00275633" w:rsidP="00275633">
      <w:pPr>
        <w:widowControl w:val="0"/>
        <w:adjustRightInd w:val="0"/>
        <w:spacing w:before="120" w:line="360" w:lineRule="auto"/>
        <w:ind w:right="15"/>
        <w:jc w:val="right"/>
        <w:textAlignment w:val="baseline"/>
        <w:rPr>
          <w:rFonts w:cstheme="minorHAnsi"/>
          <w:b/>
          <w:color w:val="000000"/>
          <w:szCs w:val="18"/>
          <w:lang w:eastAsia="pl-PL"/>
        </w:rPr>
      </w:pPr>
      <w:r w:rsidRPr="00275633">
        <w:rPr>
          <w:rFonts w:cstheme="minorHAnsi"/>
          <w:b/>
          <w:color w:val="000000"/>
          <w:szCs w:val="18"/>
          <w:lang w:eastAsia="pl-PL"/>
        </w:rPr>
        <w:t xml:space="preserve">Załącznik 1.10 do </w:t>
      </w:r>
      <w:r w:rsidRPr="00275633">
        <w:rPr>
          <w:rFonts w:cs="Arial"/>
          <w:b/>
          <w:bCs/>
          <w:iCs/>
          <w:szCs w:val="18"/>
        </w:rPr>
        <w:t>Szczegółowego opisu przedmiotu zamówienia</w:t>
      </w:r>
    </w:p>
    <w:p w14:paraId="50756176" w14:textId="77777777" w:rsidR="00275633" w:rsidRPr="00275633" w:rsidRDefault="00275633" w:rsidP="00275633">
      <w:pPr>
        <w:widowControl w:val="0"/>
        <w:adjustRightInd w:val="0"/>
        <w:spacing w:before="120" w:line="360" w:lineRule="auto"/>
        <w:ind w:right="15"/>
        <w:jc w:val="right"/>
        <w:textAlignment w:val="baseline"/>
        <w:rPr>
          <w:color w:val="000000"/>
          <w:szCs w:val="18"/>
          <w:lang w:eastAsia="pl-PL"/>
        </w:rPr>
      </w:pPr>
    </w:p>
    <w:p w14:paraId="4228C6E8" w14:textId="77777777" w:rsidR="00275633" w:rsidRPr="00275633" w:rsidRDefault="00275633" w:rsidP="00275633">
      <w:pPr>
        <w:widowControl w:val="0"/>
        <w:adjustRightInd w:val="0"/>
        <w:spacing w:before="120" w:line="360" w:lineRule="auto"/>
        <w:ind w:right="15"/>
        <w:textAlignment w:val="baseline"/>
        <w:rPr>
          <w:rFonts w:cstheme="minorHAnsi"/>
          <w:color w:val="000000"/>
          <w:szCs w:val="18"/>
          <w:lang w:eastAsia="pl-PL"/>
        </w:rPr>
      </w:pPr>
      <w:r w:rsidRPr="00275633">
        <w:rPr>
          <w:rFonts w:cstheme="minorHAnsi"/>
          <w:color w:val="000000"/>
          <w:szCs w:val="18"/>
          <w:lang w:eastAsia="pl-PL"/>
        </w:rPr>
        <w:t xml:space="preserve">                                                                   </w:t>
      </w:r>
      <w:r w:rsidRPr="00275633">
        <w:rPr>
          <w:rFonts w:cstheme="minorHAnsi"/>
          <w:i/>
          <w:color w:val="000000"/>
          <w:szCs w:val="18"/>
          <w:lang w:eastAsia="pl-PL"/>
        </w:rPr>
        <w:t>Miejscowość</w:t>
      </w:r>
      <w:r w:rsidRPr="00275633">
        <w:rPr>
          <w:rFonts w:cstheme="minorHAnsi"/>
          <w:color w:val="000000"/>
          <w:szCs w:val="18"/>
          <w:lang w:eastAsia="pl-PL"/>
        </w:rPr>
        <w:t xml:space="preserve">,……………………………………. dn. ………........... r. </w:t>
      </w:r>
    </w:p>
    <w:p w14:paraId="3163805C" w14:textId="77777777" w:rsidR="00275633" w:rsidRPr="00275633" w:rsidRDefault="00275633" w:rsidP="00275633">
      <w:pPr>
        <w:widowControl w:val="0"/>
        <w:adjustRightInd w:val="0"/>
        <w:spacing w:before="120" w:line="360" w:lineRule="auto"/>
        <w:ind w:right="15"/>
        <w:textAlignment w:val="baseline"/>
        <w:rPr>
          <w:rFonts w:cstheme="minorHAnsi"/>
          <w:color w:val="000000"/>
          <w:szCs w:val="18"/>
          <w:lang w:eastAsia="pl-PL"/>
        </w:rPr>
      </w:pPr>
    </w:p>
    <w:p w14:paraId="5140073D" w14:textId="77777777" w:rsidR="00275633" w:rsidRPr="00275633" w:rsidRDefault="00275633" w:rsidP="00275633">
      <w:pPr>
        <w:widowControl w:val="0"/>
        <w:adjustRightInd w:val="0"/>
        <w:spacing w:before="120"/>
        <w:ind w:right="15"/>
        <w:textAlignment w:val="baseline"/>
        <w:rPr>
          <w:rFonts w:cstheme="minorHAnsi"/>
          <w:color w:val="000000"/>
          <w:szCs w:val="18"/>
          <w:lang w:eastAsia="pl-PL"/>
        </w:rPr>
      </w:pPr>
      <w:r w:rsidRPr="00275633">
        <w:rPr>
          <w:rFonts w:cstheme="minorHAnsi"/>
          <w:color w:val="000000"/>
          <w:szCs w:val="18"/>
          <w:lang w:eastAsia="pl-PL"/>
        </w:rPr>
        <w:t>……………………………………………</w:t>
      </w:r>
    </w:p>
    <w:p w14:paraId="20628362" w14:textId="77777777" w:rsidR="00275633" w:rsidRPr="00275633" w:rsidRDefault="00275633" w:rsidP="00275633">
      <w:pPr>
        <w:widowControl w:val="0"/>
        <w:tabs>
          <w:tab w:val="left" w:pos="2410"/>
        </w:tabs>
        <w:adjustRightInd w:val="0"/>
        <w:textAlignment w:val="baseline"/>
        <w:rPr>
          <w:rFonts w:cstheme="minorHAnsi"/>
          <w:i/>
          <w:szCs w:val="18"/>
          <w:lang w:eastAsia="pl-PL"/>
        </w:rPr>
      </w:pPr>
      <w:r w:rsidRPr="00275633">
        <w:rPr>
          <w:rFonts w:cstheme="minorHAnsi"/>
          <w:i/>
          <w:szCs w:val="18"/>
          <w:lang w:eastAsia="pl-PL"/>
        </w:rPr>
        <w:t>Oznaczenie ( Pieczęć) Wykonawcy</w:t>
      </w:r>
    </w:p>
    <w:p w14:paraId="7E57005E" w14:textId="77777777" w:rsidR="00275633" w:rsidRPr="00275633" w:rsidRDefault="00275633" w:rsidP="00275633">
      <w:pPr>
        <w:widowControl w:val="0"/>
        <w:tabs>
          <w:tab w:val="left" w:pos="2410"/>
        </w:tabs>
        <w:adjustRightInd w:val="0"/>
        <w:textAlignment w:val="baseline"/>
        <w:rPr>
          <w:rFonts w:cstheme="minorHAnsi"/>
          <w:b/>
          <w:szCs w:val="18"/>
          <w:lang w:eastAsia="pl-PL"/>
        </w:rPr>
      </w:pP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szCs w:val="18"/>
          <w:lang w:eastAsia="pl-PL"/>
        </w:rPr>
        <w:tab/>
      </w:r>
      <w:r w:rsidRPr="00275633">
        <w:rPr>
          <w:rFonts w:cstheme="minorHAnsi"/>
          <w:b/>
          <w:szCs w:val="18"/>
          <w:lang w:eastAsia="pl-PL"/>
        </w:rPr>
        <w:t>PGE Dystrybucja S.A.</w:t>
      </w:r>
    </w:p>
    <w:p w14:paraId="6AB61812" w14:textId="77777777" w:rsidR="00275633" w:rsidRPr="00275633" w:rsidRDefault="00275633" w:rsidP="00275633">
      <w:pPr>
        <w:widowControl w:val="0"/>
        <w:tabs>
          <w:tab w:val="left" w:pos="2410"/>
        </w:tabs>
        <w:adjustRightInd w:val="0"/>
        <w:textAlignment w:val="baseline"/>
        <w:rPr>
          <w:rFonts w:cstheme="minorHAnsi"/>
          <w:b/>
          <w:szCs w:val="18"/>
          <w:lang w:eastAsia="pl-PL"/>
        </w:rPr>
      </w:pP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r>
      <w:r w:rsidRPr="00275633">
        <w:rPr>
          <w:rFonts w:cstheme="minorHAnsi"/>
          <w:b/>
          <w:szCs w:val="18"/>
          <w:lang w:eastAsia="pl-PL"/>
        </w:rPr>
        <w:tab/>
        <w:t xml:space="preserve">Oddział Skarżysko-Kamienna </w:t>
      </w:r>
    </w:p>
    <w:p w14:paraId="66C6698A"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p>
    <w:p w14:paraId="64CBCEC3"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p>
    <w:p w14:paraId="79C803CD" w14:textId="77777777" w:rsidR="00275633" w:rsidRPr="00275633" w:rsidRDefault="00275633" w:rsidP="00275633">
      <w:pPr>
        <w:widowControl w:val="0"/>
        <w:adjustRightInd w:val="0"/>
        <w:spacing w:line="360" w:lineRule="auto"/>
        <w:jc w:val="center"/>
        <w:textAlignment w:val="baseline"/>
        <w:rPr>
          <w:rFonts w:cstheme="minorHAnsi"/>
          <w:szCs w:val="18"/>
          <w:u w:val="single"/>
          <w:lang w:eastAsia="pl-PL"/>
        </w:rPr>
      </w:pPr>
      <w:r w:rsidRPr="00275633">
        <w:rPr>
          <w:rFonts w:cstheme="minorHAnsi"/>
          <w:szCs w:val="18"/>
          <w:u w:val="single"/>
          <w:lang w:eastAsia="pl-PL"/>
        </w:rPr>
        <w:t>WNIOSEK</w:t>
      </w:r>
    </w:p>
    <w:p w14:paraId="0946BE12" w14:textId="0EFF114E" w:rsidR="00275633" w:rsidRPr="00275633" w:rsidRDefault="00275633" w:rsidP="00275633">
      <w:pPr>
        <w:widowControl w:val="0"/>
        <w:adjustRightInd w:val="0"/>
        <w:spacing w:line="360" w:lineRule="auto"/>
        <w:textAlignment w:val="baseline"/>
        <w:rPr>
          <w:rFonts w:cstheme="minorHAnsi"/>
          <w:b/>
          <w:szCs w:val="18"/>
          <w:lang w:eastAsia="pl-PL"/>
        </w:rPr>
      </w:pPr>
      <w:r w:rsidRPr="00275633">
        <w:rPr>
          <w:rFonts w:cstheme="minorHAnsi"/>
          <w:szCs w:val="18"/>
          <w:lang w:eastAsia="pl-PL"/>
        </w:rPr>
        <w:t xml:space="preserve">W związku z informacją o rozstrzygnięciu postępowania nr </w:t>
      </w:r>
      <w:sdt>
        <w:sdtPr>
          <w:rPr>
            <w:rFonts w:cstheme="minorHAnsi"/>
            <w:b/>
            <w:szCs w:val="18"/>
            <w:lang w:eastAsia="pl-PL"/>
          </w:rPr>
          <w:alias w:val="Słowa kluczowe"/>
          <w:tag w:val=""/>
          <w:id w:val="86740771"/>
          <w:placeholder>
            <w:docPart w:val="96DE120C0DA642498276A6BEC31A4D5A"/>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cstheme="minorHAnsi"/>
              <w:b/>
              <w:szCs w:val="18"/>
              <w:lang w:eastAsia="pl-PL"/>
            </w:rPr>
            <w:t>POST/DYS/OSK/LZA/00167/2026</w:t>
          </w:r>
        </w:sdtContent>
      </w:sdt>
      <w:r w:rsidRPr="00275633">
        <w:rPr>
          <w:rFonts w:cstheme="minorHAnsi"/>
          <w:szCs w:val="18"/>
          <w:lang w:eastAsia="pl-PL"/>
        </w:rPr>
        <w:t xml:space="preserve"> na </w:t>
      </w:r>
      <w:sdt>
        <w:sdtPr>
          <w:rPr>
            <w:rFonts w:cstheme="minorHAnsi"/>
            <w:b/>
            <w:szCs w:val="18"/>
            <w:lang w:eastAsia="pl-PL"/>
          </w:rPr>
          <w:alias w:val="Tytuł"/>
          <w:tag w:val=""/>
          <w:id w:val="1130759345"/>
          <w:placeholder>
            <w:docPart w:val="51F3F8108AEF4072B5F47F8BDAB6BEB2"/>
          </w:placeholder>
          <w:dataBinding w:prefixMappings="xmlns:ns0='http://purl.org/dc/elements/1.1/' xmlns:ns1='http://schemas.openxmlformats.org/package/2006/metadata/core-properties' " w:xpath="/ns1:coreProperties[1]/ns0:title[1]" w:storeItemID="{6C3C8BC8-F283-45AE-878A-BAB7291924A1}"/>
          <w:text/>
        </w:sdtPr>
        <w:sdtEndPr/>
        <w:sdtContent>
          <w:r w:rsidR="00B103A1">
            <w:rPr>
              <w:rFonts w:cstheme="minorHAnsi"/>
              <w:b/>
              <w:szCs w:val="18"/>
              <w:lang w:eastAsia="pl-PL"/>
            </w:rPr>
            <w:t>Opracowanie dokumentacji projektowych wraz z realizacją robót budowlanych w celu zrealizowania przyłączenia do sieci dystrybucyjnej siedmiu obiektów w Radomiu oraz Kolonia Seredzice na terenie RE Radom w podziale na 7 części.</w:t>
          </w:r>
        </w:sdtContent>
      </w:sdt>
      <w:r w:rsidRPr="00275633">
        <w:rPr>
          <w:rFonts w:cstheme="minorHAnsi"/>
          <w:b/>
          <w:szCs w:val="18"/>
          <w:lang w:eastAsia="pl-PL"/>
        </w:rPr>
        <w:t xml:space="preserve"> /</w:t>
      </w:r>
      <w:r w:rsidRPr="00275633">
        <w:rPr>
          <w:rFonts w:cstheme="minorHAnsi"/>
          <w:szCs w:val="18"/>
          <w:lang w:eastAsia="pl-PL"/>
        </w:rPr>
        <w:t xml:space="preserve">zawarciem z </w:t>
      </w:r>
      <w:r w:rsidRPr="00275633">
        <w:rPr>
          <w:rFonts w:cstheme="minorHAnsi"/>
          <w:b/>
          <w:szCs w:val="18"/>
          <w:lang w:eastAsia="pl-PL"/>
        </w:rPr>
        <w:t>PGE Dystrybucja S.A. Oddział Skarżysko-Kamienna</w:t>
      </w:r>
      <w:r w:rsidRPr="00275633">
        <w:rPr>
          <w:rFonts w:cstheme="minorHAnsi"/>
          <w:szCs w:val="18"/>
          <w:lang w:eastAsia="pl-PL"/>
        </w:rPr>
        <w:t xml:space="preserve"> umowy nr</w:t>
      </w:r>
      <w:r w:rsidRPr="00275633">
        <w:rPr>
          <w:rFonts w:cstheme="minorHAnsi"/>
          <w:b/>
          <w:szCs w:val="18"/>
          <w:lang w:eastAsia="pl-PL"/>
        </w:rPr>
        <w:t xml:space="preserve"> ……………………………../</w:t>
      </w:r>
    </w:p>
    <w:p w14:paraId="79F66FE8" w14:textId="77777777" w:rsidR="00275633" w:rsidRPr="00275633" w:rsidRDefault="00275633" w:rsidP="00275633">
      <w:pPr>
        <w:widowControl w:val="0"/>
        <w:adjustRightInd w:val="0"/>
        <w:spacing w:after="120" w:line="360" w:lineRule="auto"/>
        <w:textAlignment w:val="baseline"/>
        <w:rPr>
          <w:rFonts w:cstheme="minorHAnsi"/>
          <w:szCs w:val="18"/>
          <w:lang w:eastAsia="pl-PL"/>
        </w:rPr>
      </w:pPr>
      <w:r w:rsidRPr="00275633">
        <w:rPr>
          <w:rFonts w:cstheme="minorHAnsi"/>
          <w:szCs w:val="18"/>
          <w:lang w:eastAsia="pl-PL"/>
        </w:rPr>
        <w:t>proszę o wystawienie pełnomocnictw dla:</w:t>
      </w:r>
    </w:p>
    <w:p w14:paraId="7E302066" w14:textId="77777777" w:rsidR="00275633" w:rsidRPr="00275633" w:rsidRDefault="00275633" w:rsidP="00275633">
      <w:pPr>
        <w:widowControl w:val="0"/>
        <w:numPr>
          <w:ilvl w:val="0"/>
          <w:numId w:val="58"/>
        </w:numPr>
        <w:adjustRightInd w:val="0"/>
        <w:spacing w:after="160" w:line="360" w:lineRule="auto"/>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1757D27B"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1F32820A"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r>
      <w:r w:rsidRPr="00275633">
        <w:rPr>
          <w:rFonts w:cstheme="minorHAnsi"/>
          <w:color w:val="000000" w:themeColor="text1"/>
          <w:szCs w:val="18"/>
          <w:lang w:eastAsia="pl-PL"/>
        </w:rPr>
        <w:t>……………………………</w:t>
      </w:r>
      <w:r w:rsidRPr="00275633">
        <w:rPr>
          <w:rFonts w:cstheme="minorHAnsi"/>
          <w:color w:val="000000" w:themeColor="text1"/>
          <w:szCs w:val="18"/>
          <w:vertAlign w:val="superscript"/>
          <w:lang w:eastAsia="pl-PL"/>
        </w:rPr>
        <w:t>1</w:t>
      </w:r>
    </w:p>
    <w:p w14:paraId="6FB38CCD" w14:textId="77777777" w:rsidR="00275633" w:rsidRPr="00275633" w:rsidRDefault="00275633" w:rsidP="00275633">
      <w:pPr>
        <w:widowControl w:val="0"/>
        <w:numPr>
          <w:ilvl w:val="0"/>
          <w:numId w:val="58"/>
        </w:numPr>
        <w:adjustRightInd w:val="0"/>
        <w:spacing w:before="480" w:after="160" w:line="360" w:lineRule="auto"/>
        <w:ind w:left="714" w:hanging="357"/>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562D8623"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2B7FDBAF"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r>
      <w:r w:rsidRPr="00275633">
        <w:rPr>
          <w:rFonts w:cstheme="minorHAnsi"/>
          <w:color w:val="000000" w:themeColor="text1"/>
          <w:szCs w:val="18"/>
          <w:lang w:eastAsia="pl-PL"/>
        </w:rPr>
        <w:t>……………………………</w:t>
      </w:r>
      <w:r w:rsidRPr="00275633">
        <w:rPr>
          <w:rFonts w:cstheme="minorHAnsi"/>
          <w:color w:val="000000" w:themeColor="text1"/>
          <w:szCs w:val="18"/>
          <w:vertAlign w:val="superscript"/>
          <w:lang w:eastAsia="pl-PL"/>
        </w:rPr>
        <w:t>1</w:t>
      </w:r>
    </w:p>
    <w:p w14:paraId="631BA2C9" w14:textId="77777777" w:rsidR="00275633" w:rsidRPr="00275633" w:rsidRDefault="00275633" w:rsidP="00275633">
      <w:pPr>
        <w:widowControl w:val="0"/>
        <w:numPr>
          <w:ilvl w:val="0"/>
          <w:numId w:val="58"/>
        </w:numPr>
        <w:adjustRightInd w:val="0"/>
        <w:spacing w:before="480" w:after="160" w:line="360" w:lineRule="auto"/>
        <w:ind w:left="714" w:hanging="357"/>
        <w:textAlignment w:val="baseline"/>
        <w:rPr>
          <w:rFonts w:cstheme="minorHAnsi"/>
          <w:szCs w:val="18"/>
          <w:lang w:eastAsia="pl-PL"/>
        </w:rPr>
      </w:pPr>
      <w:r w:rsidRPr="00275633">
        <w:rPr>
          <w:rFonts w:cstheme="minorHAnsi"/>
          <w:szCs w:val="18"/>
          <w:lang w:eastAsia="pl-PL"/>
        </w:rPr>
        <w:t xml:space="preserve">Pani/Pana* </w:t>
      </w:r>
      <w:r w:rsidRPr="00275633">
        <w:rPr>
          <w:rFonts w:cstheme="minorHAnsi"/>
          <w:szCs w:val="18"/>
          <w:lang w:eastAsia="pl-PL"/>
        </w:rPr>
        <w:tab/>
        <w:t>……………………………………….</w:t>
      </w:r>
    </w:p>
    <w:p w14:paraId="3640ED89"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Nr PESEL:</w:t>
      </w:r>
      <w:r w:rsidRPr="00275633">
        <w:rPr>
          <w:rFonts w:cstheme="minorHAnsi"/>
          <w:szCs w:val="18"/>
          <w:lang w:eastAsia="pl-PL"/>
        </w:rPr>
        <w:tab/>
        <w:t>……………………………………….</w:t>
      </w:r>
    </w:p>
    <w:p w14:paraId="73E5658D" w14:textId="77777777" w:rsidR="00275633" w:rsidRPr="00275633" w:rsidRDefault="00275633" w:rsidP="00275633">
      <w:pPr>
        <w:spacing w:line="360" w:lineRule="auto"/>
        <w:ind w:left="720"/>
        <w:contextualSpacing/>
        <w:rPr>
          <w:rFonts w:cstheme="minorHAnsi"/>
          <w:szCs w:val="18"/>
          <w:lang w:eastAsia="pl-PL"/>
        </w:rPr>
      </w:pPr>
      <w:r w:rsidRPr="00275633">
        <w:rPr>
          <w:rFonts w:cstheme="minorHAnsi"/>
          <w:szCs w:val="18"/>
          <w:lang w:eastAsia="pl-PL"/>
        </w:rPr>
        <w:t>Seria i numer DO</w:t>
      </w:r>
      <w:r w:rsidRPr="00275633">
        <w:rPr>
          <w:rFonts w:cstheme="minorHAnsi"/>
          <w:szCs w:val="18"/>
          <w:lang w:eastAsia="pl-PL"/>
        </w:rPr>
        <w:tab/>
        <w:t>……………………………</w:t>
      </w:r>
      <w:r w:rsidRPr="00275633">
        <w:rPr>
          <w:rFonts w:cstheme="minorHAnsi"/>
          <w:szCs w:val="18"/>
          <w:vertAlign w:val="superscript"/>
          <w:lang w:eastAsia="pl-PL"/>
        </w:rPr>
        <w:t>1</w:t>
      </w:r>
    </w:p>
    <w:p w14:paraId="4275C8AF" w14:textId="77777777" w:rsidR="00275633" w:rsidRPr="00275633" w:rsidRDefault="00275633" w:rsidP="00275633">
      <w:pPr>
        <w:widowControl w:val="0"/>
        <w:adjustRightInd w:val="0"/>
        <w:spacing w:line="360" w:lineRule="auto"/>
        <w:textAlignment w:val="baseline"/>
        <w:rPr>
          <w:rFonts w:cstheme="minorHAnsi"/>
          <w:szCs w:val="18"/>
          <w:lang w:eastAsia="pl-PL"/>
        </w:rPr>
      </w:pPr>
      <w:r w:rsidRPr="00275633">
        <w:rPr>
          <w:rFonts w:cstheme="minorHAnsi"/>
          <w:szCs w:val="18"/>
          <w:lang w:eastAsia="pl-PL"/>
        </w:rPr>
        <w:t>Równocześnie oświadczam, że dane osobowe wskazanych osób potwierdziłem/łam* na podstawie okazanych mi, wyżej wymienionych dokumentów tożsamości.</w:t>
      </w:r>
    </w:p>
    <w:p w14:paraId="3BA0C228" w14:textId="77777777" w:rsidR="00275633" w:rsidRPr="00275633" w:rsidRDefault="00275633" w:rsidP="00275633">
      <w:pPr>
        <w:widowControl w:val="0"/>
        <w:adjustRightInd w:val="0"/>
        <w:ind w:left="3545" w:firstLine="708"/>
        <w:textAlignment w:val="baseline"/>
        <w:rPr>
          <w:rFonts w:cstheme="minorHAnsi"/>
          <w:szCs w:val="18"/>
          <w:lang w:eastAsia="pl-PL"/>
        </w:rPr>
      </w:pPr>
      <w:r w:rsidRPr="00275633">
        <w:rPr>
          <w:rFonts w:cstheme="minorHAnsi"/>
          <w:szCs w:val="18"/>
          <w:lang w:eastAsia="pl-PL"/>
        </w:rPr>
        <w:t xml:space="preserve">       …………....................................</w:t>
      </w:r>
    </w:p>
    <w:p w14:paraId="2145578B" w14:textId="77777777" w:rsidR="00275633" w:rsidRPr="00275633" w:rsidRDefault="00275633" w:rsidP="00275633">
      <w:pPr>
        <w:widowControl w:val="0"/>
        <w:adjustRightInd w:val="0"/>
        <w:ind w:left="4253"/>
        <w:textAlignment w:val="baseline"/>
        <w:rPr>
          <w:rFonts w:cstheme="minorHAnsi"/>
          <w:i/>
          <w:szCs w:val="18"/>
          <w:lang w:eastAsia="pl-PL"/>
        </w:rPr>
      </w:pPr>
      <w:r w:rsidRPr="00275633">
        <w:rPr>
          <w:rFonts w:cstheme="minorHAnsi"/>
          <w:i/>
          <w:szCs w:val="18"/>
          <w:lang w:eastAsia="pl-PL"/>
        </w:rPr>
        <w:t>Imię i nazwisko, podpis osoby reprezentującej Wykonawcę</w:t>
      </w:r>
    </w:p>
    <w:p w14:paraId="7C3C2F42" w14:textId="77777777" w:rsidR="00275633" w:rsidRPr="00275633" w:rsidRDefault="00275633" w:rsidP="00275633">
      <w:pPr>
        <w:widowControl w:val="0"/>
        <w:adjustRightInd w:val="0"/>
        <w:spacing w:line="360" w:lineRule="atLeast"/>
        <w:textAlignment w:val="baseline"/>
        <w:rPr>
          <w:rFonts w:cstheme="minorHAnsi"/>
          <w:szCs w:val="18"/>
          <w:lang w:eastAsia="pl-PL"/>
        </w:rPr>
      </w:pPr>
      <w:r w:rsidRPr="00275633">
        <w:rPr>
          <w:rFonts w:cstheme="minorHAnsi"/>
          <w:szCs w:val="18"/>
          <w:lang w:eastAsia="pl-PL"/>
        </w:rPr>
        <w:t>*niepotrzebne skreślić</w:t>
      </w:r>
    </w:p>
    <w:p w14:paraId="04F325F5" w14:textId="2BEDE6EC" w:rsidR="00275633" w:rsidRDefault="00275633" w:rsidP="00275633">
      <w:r w:rsidRPr="00275633">
        <w:rPr>
          <w:rFonts w:cs="Calibri"/>
          <w:color w:val="191919"/>
          <w:szCs w:val="18"/>
          <w:vertAlign w:val="superscript"/>
          <w:lang w:eastAsia="pl-PL"/>
        </w:rPr>
        <w:t>1</w:t>
      </w:r>
      <w:r w:rsidRPr="00275633">
        <w:rPr>
          <w:rFonts w:cs="Calibri"/>
          <w:color w:val="191919"/>
          <w:szCs w:val="18"/>
          <w:lang w:eastAsia="pl-PL"/>
        </w:rPr>
        <w:t xml:space="preserve">  należy podać, jeśli są wymagane. W przeciwnym razie niepotrzebne wykreślić. Jeżeli wskazujemy nr PESEL nie wskazujemy już numeru dokumentu tożsamości. Zasada minimalizacji danych osobowych.</w:t>
      </w:r>
    </w:p>
    <w:sectPr w:rsidR="00275633"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B103A1">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4"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4"/>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7BAA2825"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FE2F9D7" w:rsidR="00243D77" w:rsidRPr="00B03B64" w:rsidRDefault="00B103A1"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POST/DYS/OSK/LZA/00167/2026</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43D77" w:rsidRPr="006B2C28" w14:paraId="13E0C230" w14:textId="77777777" w:rsidTr="008E4838">
      <w:trPr>
        <w:trHeight w:val="1140"/>
      </w:trPr>
      <w:tc>
        <w:tcPr>
          <w:tcW w:w="6119" w:type="dxa"/>
          <w:vAlign w:val="center"/>
        </w:tcPr>
        <w:p w14:paraId="2F4B1FD9" w14:textId="629DF25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43D77" w:rsidRPr="006E100D" w:rsidRDefault="00243D77"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21879865" w:rsidR="00243D77" w:rsidRDefault="00243D77"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B103A1">
                <w:rPr>
                  <w:rFonts w:cs="Calibri"/>
                  <w:b/>
                  <w:color w:val="062156" w:themeColor="text2" w:themeShade="BF"/>
                  <w:sz w:val="20"/>
                </w:rPr>
                <w:t>POST/DYS/OSK/LZA/00167/2026</w:t>
              </w:r>
            </w:sdtContent>
          </w:sdt>
        </w:p>
        <w:p w14:paraId="6BCB0AD1" w14:textId="6565A09C" w:rsidR="00243D77" w:rsidRPr="006B2C28" w:rsidRDefault="00243D77" w:rsidP="00DE3208">
          <w:pPr>
            <w:suppressAutoHyphens/>
            <w:ind w:right="187"/>
            <w:rPr>
              <w:rFonts w:asciiTheme="majorHAnsi" w:hAnsiTheme="majorHAnsi"/>
              <w:color w:val="000000" w:themeColor="text1"/>
              <w:sz w:val="14"/>
              <w:szCs w:val="18"/>
            </w:rPr>
          </w:pPr>
        </w:p>
        <w:p w14:paraId="676ADCC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43D77" w:rsidRPr="006B2C28" w:rsidRDefault="00243D77"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43D77" w:rsidRPr="006B2C28" w:rsidRDefault="00243D77" w:rsidP="00DE3208">
          <w:pPr>
            <w:suppressAutoHyphens/>
            <w:ind w:right="187"/>
            <w:rPr>
              <w:rFonts w:asciiTheme="majorHAnsi" w:hAnsiTheme="majorHAnsi"/>
              <w:color w:val="092D74"/>
              <w:sz w:val="14"/>
              <w:szCs w:val="18"/>
            </w:rPr>
          </w:pPr>
        </w:p>
      </w:tc>
      <w:tc>
        <w:tcPr>
          <w:tcW w:w="6119" w:type="dxa"/>
          <w:vAlign w:val="center"/>
        </w:tcPr>
        <w:p w14:paraId="167572E0" w14:textId="77777777" w:rsidR="00243D77" w:rsidRPr="006B2C28" w:rsidRDefault="00243D77"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43D77" w:rsidRPr="006B2C28" w:rsidRDefault="00243D77" w:rsidP="00DE3208">
          <w:pPr>
            <w:suppressAutoHyphens/>
            <w:ind w:right="187"/>
            <w:rPr>
              <w:rFonts w:asciiTheme="majorHAnsi" w:hAnsiTheme="majorHAnsi"/>
              <w:color w:val="092D74"/>
              <w:sz w:val="14"/>
              <w:szCs w:val="18"/>
            </w:rPr>
          </w:pPr>
        </w:p>
      </w:tc>
      <w:tc>
        <w:tcPr>
          <w:tcW w:w="3110" w:type="dxa"/>
          <w:vAlign w:val="center"/>
        </w:tcPr>
        <w:p w14:paraId="4015801D" w14:textId="77777777" w:rsidR="00243D77" w:rsidRPr="006B2C28" w:rsidRDefault="00243D77"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2200CD4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6"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29"/>
  </w:num>
  <w:num w:numId="2" w16cid:durableId="63188435">
    <w:abstractNumId w:val="13"/>
  </w:num>
  <w:num w:numId="3" w16cid:durableId="1104034249">
    <w:abstractNumId w:val="23"/>
  </w:num>
  <w:num w:numId="4" w16cid:durableId="1121144528">
    <w:abstractNumId w:val="31"/>
  </w:num>
  <w:num w:numId="5" w16cid:durableId="237326590">
    <w:abstractNumId w:val="10"/>
  </w:num>
  <w:num w:numId="6" w16cid:durableId="1934127075">
    <w:abstractNumId w:val="27"/>
  </w:num>
  <w:num w:numId="7" w16cid:durableId="283925912">
    <w:abstractNumId w:val="8"/>
  </w:num>
  <w:num w:numId="8" w16cid:durableId="637957474">
    <w:abstractNumId w:val="3"/>
  </w:num>
  <w:num w:numId="9" w16cid:durableId="1673026015">
    <w:abstractNumId w:val="44"/>
  </w:num>
  <w:num w:numId="10" w16cid:durableId="526913771">
    <w:abstractNumId w:val="25"/>
  </w:num>
  <w:num w:numId="11" w16cid:durableId="149568081">
    <w:abstractNumId w:val="17"/>
  </w:num>
  <w:num w:numId="12" w16cid:durableId="1564482546">
    <w:abstractNumId w:val="34"/>
  </w:num>
  <w:num w:numId="13" w16cid:durableId="26756686">
    <w:abstractNumId w:val="55"/>
  </w:num>
  <w:num w:numId="14" w16cid:durableId="1169562878">
    <w:abstractNumId w:val="15"/>
  </w:num>
  <w:num w:numId="15" w16cid:durableId="1424567562">
    <w:abstractNumId w:val="40"/>
  </w:num>
  <w:num w:numId="16" w16cid:durableId="2030184000">
    <w:abstractNumId w:val="24"/>
  </w:num>
  <w:num w:numId="17" w16cid:durableId="1188446461">
    <w:abstractNumId w:val="11"/>
  </w:num>
  <w:num w:numId="18" w16cid:durableId="981811681">
    <w:abstractNumId w:val="32"/>
  </w:num>
  <w:num w:numId="19" w16cid:durableId="587469726">
    <w:abstractNumId w:val="43"/>
  </w:num>
  <w:num w:numId="20" w16cid:durableId="631786688">
    <w:abstractNumId w:val="38"/>
  </w:num>
  <w:num w:numId="21" w16cid:durableId="546724742">
    <w:abstractNumId w:val="56"/>
  </w:num>
  <w:num w:numId="22" w16cid:durableId="1605503170">
    <w:abstractNumId w:val="20"/>
  </w:num>
  <w:num w:numId="23" w16cid:durableId="916784733">
    <w:abstractNumId w:val="4"/>
  </w:num>
  <w:num w:numId="24" w16cid:durableId="186867088">
    <w:abstractNumId w:val="33"/>
  </w:num>
  <w:num w:numId="25" w16cid:durableId="358313586">
    <w:abstractNumId w:val="37"/>
  </w:num>
  <w:num w:numId="26" w16cid:durableId="237440452">
    <w:abstractNumId w:val="42"/>
  </w:num>
  <w:num w:numId="27" w16cid:durableId="2039501184">
    <w:abstractNumId w:val="18"/>
  </w:num>
  <w:num w:numId="28" w16cid:durableId="104809471">
    <w:abstractNumId w:val="51"/>
  </w:num>
  <w:num w:numId="29" w16cid:durableId="1460219779">
    <w:abstractNumId w:val="2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30"/>
  </w:num>
  <w:num w:numId="31" w16cid:durableId="1937589825">
    <w:abstractNumId w:val="41"/>
  </w:num>
  <w:num w:numId="32" w16cid:durableId="14197940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46"/>
  </w:num>
  <w:num w:numId="34" w16cid:durableId="1009715817">
    <w:abstractNumId w:val="45"/>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49"/>
  </w:num>
  <w:num w:numId="37" w16cid:durableId="1278105695">
    <w:abstractNumId w:val="1"/>
  </w:num>
  <w:num w:numId="38" w16cid:durableId="1081412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47"/>
  </w:num>
  <w:num w:numId="41" w16cid:durableId="356543921">
    <w:abstractNumId w:val="5"/>
  </w:num>
  <w:num w:numId="42" w16cid:durableId="2021154507">
    <w:abstractNumId w:val="54"/>
  </w:num>
  <w:num w:numId="43" w16cid:durableId="314799227">
    <w:abstractNumId w:val="50"/>
  </w:num>
  <w:num w:numId="44" w16cid:durableId="148837527">
    <w:abstractNumId w:val="39"/>
  </w:num>
  <w:num w:numId="45" w16cid:durableId="689838759">
    <w:abstractNumId w:val="48"/>
  </w:num>
  <w:num w:numId="46" w16cid:durableId="1955942514">
    <w:abstractNumId w:val="28"/>
  </w:num>
  <w:num w:numId="47" w16cid:durableId="2780003">
    <w:abstractNumId w:val="19"/>
  </w:num>
  <w:num w:numId="48" w16cid:durableId="1116827691">
    <w:abstractNumId w:val="7"/>
  </w:num>
  <w:num w:numId="49" w16cid:durableId="2047756596">
    <w:abstractNumId w:val="16"/>
  </w:num>
  <w:num w:numId="50" w16cid:durableId="2126269237">
    <w:abstractNumId w:val="35"/>
  </w:num>
  <w:num w:numId="51" w16cid:durableId="415327724">
    <w:abstractNumId w:val="2"/>
  </w:num>
  <w:num w:numId="52" w16cid:durableId="2056462350">
    <w:abstractNumId w:val="36"/>
  </w:num>
  <w:num w:numId="53" w16cid:durableId="1464734403">
    <w:abstractNumId w:val="21"/>
  </w:num>
  <w:num w:numId="54" w16cid:durableId="693312046">
    <w:abstractNumId w:val="53"/>
  </w:num>
  <w:num w:numId="55" w16cid:durableId="72246269">
    <w:abstractNumId w:val="52"/>
  </w:num>
  <w:num w:numId="56" w16cid:durableId="1229532854">
    <w:abstractNumId w:val="22"/>
  </w:num>
  <w:num w:numId="57" w16cid:durableId="103502125">
    <w:abstractNumId w:val="26"/>
  </w:num>
  <w:num w:numId="58" w16cid:durableId="20196534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799"/>
    <w:rsid w:val="00094EB9"/>
    <w:rsid w:val="00095B91"/>
    <w:rsid w:val="00096430"/>
    <w:rsid w:val="00096510"/>
    <w:rsid w:val="000974B1"/>
    <w:rsid w:val="000A1AFF"/>
    <w:rsid w:val="000B0DBD"/>
    <w:rsid w:val="000B1E29"/>
    <w:rsid w:val="000C47A9"/>
    <w:rsid w:val="000C679C"/>
    <w:rsid w:val="000D42BE"/>
    <w:rsid w:val="000D5886"/>
    <w:rsid w:val="000E1564"/>
    <w:rsid w:val="000E2A53"/>
    <w:rsid w:val="000E36C4"/>
    <w:rsid w:val="000F4C71"/>
    <w:rsid w:val="000F544F"/>
    <w:rsid w:val="00101BCF"/>
    <w:rsid w:val="001112C2"/>
    <w:rsid w:val="00120FCA"/>
    <w:rsid w:val="00124536"/>
    <w:rsid w:val="00125A7F"/>
    <w:rsid w:val="00126CEA"/>
    <w:rsid w:val="001318C9"/>
    <w:rsid w:val="00132B64"/>
    <w:rsid w:val="00136B64"/>
    <w:rsid w:val="001377EC"/>
    <w:rsid w:val="0014036E"/>
    <w:rsid w:val="00145125"/>
    <w:rsid w:val="0014785F"/>
    <w:rsid w:val="00160F14"/>
    <w:rsid w:val="00167B53"/>
    <w:rsid w:val="00171230"/>
    <w:rsid w:val="00172421"/>
    <w:rsid w:val="00172B93"/>
    <w:rsid w:val="00175D05"/>
    <w:rsid w:val="00175F4C"/>
    <w:rsid w:val="00185AAB"/>
    <w:rsid w:val="001904BF"/>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16E82"/>
    <w:rsid w:val="00220B21"/>
    <w:rsid w:val="00223DB6"/>
    <w:rsid w:val="00224257"/>
    <w:rsid w:val="0024291C"/>
    <w:rsid w:val="00243D77"/>
    <w:rsid w:val="002565B4"/>
    <w:rsid w:val="00257F22"/>
    <w:rsid w:val="00264A06"/>
    <w:rsid w:val="00265B9D"/>
    <w:rsid w:val="00270752"/>
    <w:rsid w:val="002743D5"/>
    <w:rsid w:val="00275633"/>
    <w:rsid w:val="002768AC"/>
    <w:rsid w:val="002A3129"/>
    <w:rsid w:val="002A48F7"/>
    <w:rsid w:val="002B5C62"/>
    <w:rsid w:val="002C470F"/>
    <w:rsid w:val="002D4CAD"/>
    <w:rsid w:val="002F10CA"/>
    <w:rsid w:val="00303C67"/>
    <w:rsid w:val="00304DC0"/>
    <w:rsid w:val="00310CB3"/>
    <w:rsid w:val="00324FE3"/>
    <w:rsid w:val="00333458"/>
    <w:rsid w:val="00347E8D"/>
    <w:rsid w:val="0036294E"/>
    <w:rsid w:val="00362C4E"/>
    <w:rsid w:val="00366FFB"/>
    <w:rsid w:val="00371A75"/>
    <w:rsid w:val="00375780"/>
    <w:rsid w:val="00382C34"/>
    <w:rsid w:val="00387A0D"/>
    <w:rsid w:val="003903C2"/>
    <w:rsid w:val="00395F60"/>
    <w:rsid w:val="003A448C"/>
    <w:rsid w:val="003A4CC6"/>
    <w:rsid w:val="003A5D11"/>
    <w:rsid w:val="003A7C03"/>
    <w:rsid w:val="003B43F5"/>
    <w:rsid w:val="003B66FE"/>
    <w:rsid w:val="003B7135"/>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57E0"/>
    <w:rsid w:val="004367FB"/>
    <w:rsid w:val="00436F85"/>
    <w:rsid w:val="0044629B"/>
    <w:rsid w:val="00446871"/>
    <w:rsid w:val="00446E2F"/>
    <w:rsid w:val="00461546"/>
    <w:rsid w:val="00466493"/>
    <w:rsid w:val="00473D75"/>
    <w:rsid w:val="0047759A"/>
    <w:rsid w:val="004925D9"/>
    <w:rsid w:val="00492AEE"/>
    <w:rsid w:val="00496273"/>
    <w:rsid w:val="004A723C"/>
    <w:rsid w:val="004B29F9"/>
    <w:rsid w:val="004C2303"/>
    <w:rsid w:val="004C5249"/>
    <w:rsid w:val="004D154B"/>
    <w:rsid w:val="004D63D5"/>
    <w:rsid w:val="004E1AB0"/>
    <w:rsid w:val="004E7573"/>
    <w:rsid w:val="004F0C4A"/>
    <w:rsid w:val="004F20AD"/>
    <w:rsid w:val="004F6B10"/>
    <w:rsid w:val="00517830"/>
    <w:rsid w:val="00520308"/>
    <w:rsid w:val="00535E9B"/>
    <w:rsid w:val="005453F1"/>
    <w:rsid w:val="00545D4F"/>
    <w:rsid w:val="005516A0"/>
    <w:rsid w:val="00551FB7"/>
    <w:rsid w:val="005563FF"/>
    <w:rsid w:val="00562E63"/>
    <w:rsid w:val="005637D4"/>
    <w:rsid w:val="00574D7E"/>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D7AC7"/>
    <w:rsid w:val="005E4AA3"/>
    <w:rsid w:val="005E79E5"/>
    <w:rsid w:val="005F05E5"/>
    <w:rsid w:val="00603BFB"/>
    <w:rsid w:val="00623B01"/>
    <w:rsid w:val="00625BB0"/>
    <w:rsid w:val="006261BB"/>
    <w:rsid w:val="006341E5"/>
    <w:rsid w:val="006447A4"/>
    <w:rsid w:val="0065322E"/>
    <w:rsid w:val="00655DA8"/>
    <w:rsid w:val="0065685A"/>
    <w:rsid w:val="00660237"/>
    <w:rsid w:val="00663590"/>
    <w:rsid w:val="00670CE4"/>
    <w:rsid w:val="0067116D"/>
    <w:rsid w:val="0067399C"/>
    <w:rsid w:val="0067572D"/>
    <w:rsid w:val="006775EE"/>
    <w:rsid w:val="00680F7C"/>
    <w:rsid w:val="00696995"/>
    <w:rsid w:val="006A0331"/>
    <w:rsid w:val="006A32FE"/>
    <w:rsid w:val="006A4275"/>
    <w:rsid w:val="006A5E37"/>
    <w:rsid w:val="006B2C26"/>
    <w:rsid w:val="006C4791"/>
    <w:rsid w:val="006C4B70"/>
    <w:rsid w:val="006C6089"/>
    <w:rsid w:val="006D16F1"/>
    <w:rsid w:val="006D3DC4"/>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5486"/>
    <w:rsid w:val="007864FE"/>
    <w:rsid w:val="00787D9C"/>
    <w:rsid w:val="00794EFB"/>
    <w:rsid w:val="007956CF"/>
    <w:rsid w:val="007A1B94"/>
    <w:rsid w:val="007B094C"/>
    <w:rsid w:val="007B0FF0"/>
    <w:rsid w:val="007B50D8"/>
    <w:rsid w:val="007C09CE"/>
    <w:rsid w:val="007C6687"/>
    <w:rsid w:val="007C67FA"/>
    <w:rsid w:val="007D0675"/>
    <w:rsid w:val="007D1209"/>
    <w:rsid w:val="007D4CE8"/>
    <w:rsid w:val="007E555D"/>
    <w:rsid w:val="007F2111"/>
    <w:rsid w:val="008102BF"/>
    <w:rsid w:val="00812E3F"/>
    <w:rsid w:val="008130D5"/>
    <w:rsid w:val="0081735D"/>
    <w:rsid w:val="008217CE"/>
    <w:rsid w:val="00827A7E"/>
    <w:rsid w:val="008313C3"/>
    <w:rsid w:val="00831596"/>
    <w:rsid w:val="00833EC9"/>
    <w:rsid w:val="00840975"/>
    <w:rsid w:val="00842578"/>
    <w:rsid w:val="00843FCF"/>
    <w:rsid w:val="008462F4"/>
    <w:rsid w:val="00847B49"/>
    <w:rsid w:val="00852695"/>
    <w:rsid w:val="008528D3"/>
    <w:rsid w:val="008548B7"/>
    <w:rsid w:val="00855681"/>
    <w:rsid w:val="00856532"/>
    <w:rsid w:val="00857549"/>
    <w:rsid w:val="008707CC"/>
    <w:rsid w:val="00884D47"/>
    <w:rsid w:val="008A7413"/>
    <w:rsid w:val="008B3E84"/>
    <w:rsid w:val="008B6316"/>
    <w:rsid w:val="008C07A2"/>
    <w:rsid w:val="008C619A"/>
    <w:rsid w:val="008C75AB"/>
    <w:rsid w:val="008D54BE"/>
    <w:rsid w:val="008D692E"/>
    <w:rsid w:val="008D6A33"/>
    <w:rsid w:val="008D6FD3"/>
    <w:rsid w:val="008E2EA9"/>
    <w:rsid w:val="008E3256"/>
    <w:rsid w:val="008E4838"/>
    <w:rsid w:val="008F17DA"/>
    <w:rsid w:val="008F1B6B"/>
    <w:rsid w:val="008F1FB0"/>
    <w:rsid w:val="00902B9D"/>
    <w:rsid w:val="0090379D"/>
    <w:rsid w:val="00905CDA"/>
    <w:rsid w:val="00910E6D"/>
    <w:rsid w:val="00911FA5"/>
    <w:rsid w:val="00921BDC"/>
    <w:rsid w:val="00934DAF"/>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54F4"/>
    <w:rsid w:val="0099653A"/>
    <w:rsid w:val="009A6D93"/>
    <w:rsid w:val="009A7B36"/>
    <w:rsid w:val="009B33A2"/>
    <w:rsid w:val="009B3502"/>
    <w:rsid w:val="009B51B6"/>
    <w:rsid w:val="009B5407"/>
    <w:rsid w:val="009B5CDA"/>
    <w:rsid w:val="009B633C"/>
    <w:rsid w:val="009B7850"/>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A02C84"/>
    <w:rsid w:val="00A148D6"/>
    <w:rsid w:val="00A27FAF"/>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3A1"/>
    <w:rsid w:val="00B10A71"/>
    <w:rsid w:val="00B17A2B"/>
    <w:rsid w:val="00B260E3"/>
    <w:rsid w:val="00B26B87"/>
    <w:rsid w:val="00B3053E"/>
    <w:rsid w:val="00B31C09"/>
    <w:rsid w:val="00B379DE"/>
    <w:rsid w:val="00B422BD"/>
    <w:rsid w:val="00B44488"/>
    <w:rsid w:val="00B464D1"/>
    <w:rsid w:val="00B505C0"/>
    <w:rsid w:val="00B51D22"/>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B2D26"/>
    <w:rsid w:val="00CB3A6F"/>
    <w:rsid w:val="00CD0C0E"/>
    <w:rsid w:val="00CD2022"/>
    <w:rsid w:val="00CD6FEB"/>
    <w:rsid w:val="00CE2F55"/>
    <w:rsid w:val="00D018E9"/>
    <w:rsid w:val="00D03C12"/>
    <w:rsid w:val="00D10930"/>
    <w:rsid w:val="00D1247E"/>
    <w:rsid w:val="00D206B4"/>
    <w:rsid w:val="00D21BCE"/>
    <w:rsid w:val="00D366A4"/>
    <w:rsid w:val="00D43359"/>
    <w:rsid w:val="00D516C1"/>
    <w:rsid w:val="00D6344F"/>
    <w:rsid w:val="00D63774"/>
    <w:rsid w:val="00D80E4A"/>
    <w:rsid w:val="00D83B21"/>
    <w:rsid w:val="00D9793B"/>
    <w:rsid w:val="00DA64DB"/>
    <w:rsid w:val="00DB1E5E"/>
    <w:rsid w:val="00DB4140"/>
    <w:rsid w:val="00DC76F0"/>
    <w:rsid w:val="00DC7E48"/>
    <w:rsid w:val="00DD06C0"/>
    <w:rsid w:val="00DE1789"/>
    <w:rsid w:val="00DE2A42"/>
    <w:rsid w:val="00DE3208"/>
    <w:rsid w:val="00DE5745"/>
    <w:rsid w:val="00DF2ED5"/>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7C0"/>
    <w:rsid w:val="00EC22FA"/>
    <w:rsid w:val="00EC30C5"/>
    <w:rsid w:val="00ED2FD4"/>
    <w:rsid w:val="00EE5982"/>
    <w:rsid w:val="00EE5E2C"/>
    <w:rsid w:val="00F01E75"/>
    <w:rsid w:val="00F15E2B"/>
    <w:rsid w:val="00F1763F"/>
    <w:rsid w:val="00F21DD8"/>
    <w:rsid w:val="00F23708"/>
    <w:rsid w:val="00F25128"/>
    <w:rsid w:val="00F27186"/>
    <w:rsid w:val="00F32BD1"/>
    <w:rsid w:val="00F33B4E"/>
    <w:rsid w:val="00F377D2"/>
    <w:rsid w:val="00F45A00"/>
    <w:rsid w:val="00F4718C"/>
    <w:rsid w:val="00F527EB"/>
    <w:rsid w:val="00F57F56"/>
    <w:rsid w:val="00F65859"/>
    <w:rsid w:val="00F664AA"/>
    <w:rsid w:val="00F71902"/>
    <w:rsid w:val="00F724BA"/>
    <w:rsid w:val="00F751D8"/>
    <w:rsid w:val="00F80B62"/>
    <w:rsid w:val="00F81119"/>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7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B103A1"/>
    <w:rPr>
      <w:sz w:val="18"/>
    </w:rPr>
  </w:style>
  <w:style w:type="paragraph" w:styleId="Nagwek1">
    <w:name w:val="heading 1"/>
    <w:basedOn w:val="Normalny"/>
    <w:next w:val="Nagwek2"/>
    <w:link w:val="Nagwek1Znak"/>
    <w:autoRedefine/>
    <w:uiPriority w:val="9"/>
    <w:qFormat/>
    <w:rsid w:val="00D43359"/>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43359"/>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09772">
      <w:bodyDiv w:val="1"/>
      <w:marLeft w:val="0"/>
      <w:marRight w:val="0"/>
      <w:marTop w:val="0"/>
      <w:marBottom w:val="0"/>
      <w:divBdr>
        <w:top w:val="none" w:sz="0" w:space="0" w:color="auto"/>
        <w:left w:val="none" w:sz="0" w:space="0" w:color="auto"/>
        <w:bottom w:val="none" w:sz="0" w:space="0" w:color="auto"/>
        <w:right w:val="none" w:sz="0" w:space="0" w:color="auto"/>
      </w:divBdr>
    </w:div>
    <w:div w:id="397439760">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37146341">
      <w:bodyDiv w:val="1"/>
      <w:marLeft w:val="0"/>
      <w:marRight w:val="0"/>
      <w:marTop w:val="0"/>
      <w:marBottom w:val="0"/>
      <w:divBdr>
        <w:top w:val="none" w:sz="0" w:space="0" w:color="auto"/>
        <w:left w:val="none" w:sz="0" w:space="0" w:color="auto"/>
        <w:bottom w:val="none" w:sz="0" w:space="0" w:color="auto"/>
        <w:right w:val="none" w:sz="0" w:space="0" w:color="auto"/>
      </w:divBdr>
    </w:div>
    <w:div w:id="824661065">
      <w:bodyDiv w:val="1"/>
      <w:marLeft w:val="0"/>
      <w:marRight w:val="0"/>
      <w:marTop w:val="0"/>
      <w:marBottom w:val="0"/>
      <w:divBdr>
        <w:top w:val="none" w:sz="0" w:space="0" w:color="auto"/>
        <w:left w:val="none" w:sz="0" w:space="0" w:color="auto"/>
        <w:bottom w:val="none" w:sz="0" w:space="0" w:color="auto"/>
        <w:right w:val="none" w:sz="0" w:space="0" w:color="auto"/>
      </w:divBdr>
    </w:div>
    <w:div w:id="1729454188">
      <w:bodyDiv w:val="1"/>
      <w:marLeft w:val="0"/>
      <w:marRight w:val="0"/>
      <w:marTop w:val="0"/>
      <w:marBottom w:val="0"/>
      <w:divBdr>
        <w:top w:val="none" w:sz="0" w:space="0" w:color="auto"/>
        <w:left w:val="none" w:sz="0" w:space="0" w:color="auto"/>
        <w:bottom w:val="none" w:sz="0" w:space="0" w:color="auto"/>
        <w:right w:val="none" w:sz="0" w:space="0" w:color="auto"/>
      </w:divBdr>
    </w:div>
    <w:div w:id="1909609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96DE120C0DA642498276A6BEC31A4D5A"/>
        <w:category>
          <w:name w:val="Ogólne"/>
          <w:gallery w:val="placeholder"/>
        </w:category>
        <w:types>
          <w:type w:val="bbPlcHdr"/>
        </w:types>
        <w:behaviors>
          <w:behavior w:val="content"/>
        </w:behaviors>
        <w:guid w:val="{45FAC8E3-83CD-4604-BB46-220BD28B9129}"/>
      </w:docPartPr>
      <w:docPartBody>
        <w:p w:rsidR="009F35E6" w:rsidRDefault="009F35E6" w:rsidP="009F35E6">
          <w:pPr>
            <w:pStyle w:val="96DE120C0DA642498276A6BEC31A4D5A"/>
          </w:pPr>
          <w:r w:rsidRPr="00FF6130">
            <w:rPr>
              <w:rStyle w:val="Tekstzastpczy"/>
            </w:rPr>
            <w:t>[Słowa kluczowe]</w:t>
          </w:r>
        </w:p>
      </w:docPartBody>
    </w:docPart>
    <w:docPart>
      <w:docPartPr>
        <w:name w:val="51F3F8108AEF4072B5F47F8BDAB6BEB2"/>
        <w:category>
          <w:name w:val="Ogólne"/>
          <w:gallery w:val="placeholder"/>
        </w:category>
        <w:types>
          <w:type w:val="bbPlcHdr"/>
        </w:types>
        <w:behaviors>
          <w:behavior w:val="content"/>
        </w:behaviors>
        <w:guid w:val="{C220A268-19E0-454D-9C25-440CAD2A0ABC}"/>
      </w:docPartPr>
      <w:docPartBody>
        <w:p w:rsidR="009F35E6" w:rsidRDefault="009F35E6" w:rsidP="009F35E6">
          <w:pPr>
            <w:pStyle w:val="51F3F8108AEF4072B5F47F8BDAB6BEB2"/>
          </w:pPr>
          <w:r w:rsidRPr="00FF6130">
            <w:rPr>
              <w:rStyle w:val="Tekstzastpczy"/>
            </w:rPr>
            <w:t>[Tytuł]</w:t>
          </w:r>
        </w:p>
      </w:docPartBody>
    </w:docPart>
    <w:docPart>
      <w:docPartPr>
        <w:name w:val="C80106095B734102A7B5B0E689EACC72"/>
        <w:category>
          <w:name w:val="Ogólne"/>
          <w:gallery w:val="placeholder"/>
        </w:category>
        <w:types>
          <w:type w:val="bbPlcHdr"/>
        </w:types>
        <w:behaviors>
          <w:behavior w:val="content"/>
        </w:behaviors>
        <w:guid w:val="{94F7E704-CFC7-4649-9A45-DD1D95C1C291}"/>
      </w:docPartPr>
      <w:docPartBody>
        <w:p w:rsidR="00330FD4" w:rsidRDefault="00330FD4" w:rsidP="00330FD4">
          <w:pPr>
            <w:pStyle w:val="C80106095B734102A7B5B0E689EACC72"/>
          </w:pPr>
          <w:r w:rsidRPr="00CF6B20">
            <w:rPr>
              <w:rStyle w:val="Tekstzastpczy"/>
            </w:rPr>
            <w:t>[Słowa kluczowe]</w:t>
          </w:r>
        </w:p>
      </w:docPartBody>
    </w:docPart>
    <w:docPart>
      <w:docPartPr>
        <w:name w:val="B14B8F926A054E8FA63355EBEBA6DF30"/>
        <w:category>
          <w:name w:val="Ogólne"/>
          <w:gallery w:val="placeholder"/>
        </w:category>
        <w:types>
          <w:type w:val="bbPlcHdr"/>
        </w:types>
        <w:behaviors>
          <w:behavior w:val="content"/>
        </w:behaviors>
        <w:guid w:val="{41D304D3-0ED2-4BBB-AF8C-BB410E5D610E}"/>
      </w:docPartPr>
      <w:docPartBody>
        <w:p w:rsidR="00330FD4" w:rsidRDefault="00330FD4" w:rsidP="00330FD4">
          <w:pPr>
            <w:pStyle w:val="B14B8F926A054E8FA63355EBEBA6DF30"/>
          </w:pPr>
          <w:r w:rsidRPr="00FE1B89">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227EF"/>
    <w:rsid w:val="00171230"/>
    <w:rsid w:val="00330FD4"/>
    <w:rsid w:val="00361305"/>
    <w:rsid w:val="003B7135"/>
    <w:rsid w:val="003D6250"/>
    <w:rsid w:val="005637D4"/>
    <w:rsid w:val="005B2660"/>
    <w:rsid w:val="006840E1"/>
    <w:rsid w:val="00785486"/>
    <w:rsid w:val="00843FCF"/>
    <w:rsid w:val="00856532"/>
    <w:rsid w:val="008F1B6B"/>
    <w:rsid w:val="00921BDC"/>
    <w:rsid w:val="00934DAF"/>
    <w:rsid w:val="009F35E6"/>
    <w:rsid w:val="00B51D22"/>
    <w:rsid w:val="00BF5C44"/>
    <w:rsid w:val="00E16903"/>
    <w:rsid w:val="00EA09B5"/>
    <w:rsid w:val="00F1058B"/>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330FD4"/>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96DE120C0DA642498276A6BEC31A4D5A">
    <w:name w:val="96DE120C0DA642498276A6BEC31A4D5A"/>
    <w:rsid w:val="009F35E6"/>
    <w:pPr>
      <w:spacing w:line="278" w:lineRule="auto"/>
    </w:pPr>
    <w:rPr>
      <w:kern w:val="2"/>
      <w:sz w:val="24"/>
      <w:szCs w:val="24"/>
      <w14:ligatures w14:val="standardContextual"/>
    </w:rPr>
  </w:style>
  <w:style w:type="paragraph" w:customStyle="1" w:styleId="51F3F8108AEF4072B5F47F8BDAB6BEB2">
    <w:name w:val="51F3F8108AEF4072B5F47F8BDAB6BEB2"/>
    <w:rsid w:val="009F35E6"/>
    <w:pPr>
      <w:spacing w:line="278" w:lineRule="auto"/>
    </w:pPr>
    <w:rPr>
      <w:kern w:val="2"/>
      <w:sz w:val="24"/>
      <w:szCs w:val="24"/>
      <w14:ligatures w14:val="standardContextual"/>
    </w:rPr>
  </w:style>
  <w:style w:type="paragraph" w:customStyle="1" w:styleId="C80106095B734102A7B5B0E689EACC72">
    <w:name w:val="C80106095B734102A7B5B0E689EACC72"/>
    <w:rsid w:val="00330FD4"/>
    <w:pPr>
      <w:spacing w:line="278" w:lineRule="auto"/>
    </w:pPr>
    <w:rPr>
      <w:kern w:val="2"/>
      <w:sz w:val="24"/>
      <w:szCs w:val="24"/>
      <w14:ligatures w14:val="standardContextual"/>
    </w:rPr>
  </w:style>
  <w:style w:type="paragraph" w:customStyle="1" w:styleId="B14B8F926A054E8FA63355EBEBA6DF30">
    <w:name w:val="B14B8F926A054E8FA63355EBEBA6DF30"/>
    <w:rsid w:val="00330FD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2-załaczniki edytowalne.docx</dmsv2BaseFileName>
    <dmsv2BaseDisplayName xmlns="http://schemas.microsoft.com/sharepoint/v3">2-załaczniki edytowalne</dmsv2BaseDisplayName>
    <dmsv2SWPP2ObjectNumber xmlns="http://schemas.microsoft.com/sharepoint/v3">POST/DYS/OSK/GZ/00167/2026                        </dmsv2SWPP2ObjectNumber>
    <dmsv2SWPP2SumMD5 xmlns="http://schemas.microsoft.com/sharepoint/v3">2e36cc7bb9805d60cbaf102ca26af70c</dmsv2SWPP2SumMD5>
    <dmsv2BaseMoved xmlns="http://schemas.microsoft.com/sharepoint/v3">false</dmsv2BaseMoved>
    <dmsv2BaseIsSensitive xmlns="http://schemas.microsoft.com/sharepoint/v3">true</dmsv2BaseIsSensitive>
    <dmsv2SWPP2IDSWPP2 xmlns="http://schemas.microsoft.com/sharepoint/v3">704016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24165176</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JEUP5JKVCYQC-1398355148-3312</_dlc_DocId>
    <_dlc_DocIdUrl xmlns="a19cb1c7-c5c7-46d4-85ae-d83685407bba">
      <Url>https://swpp2.dms.gkpge.pl/sites/41/_layouts/15/DocIdRedir.aspx?ID=JEUP5JKVCYQC-1398355148-3312</Url>
      <Description>JEUP5JKVCYQC-1398355148-3312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E38B48-3354-449A-9157-4134282E018F}"/>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11DA217A-5B87-4CEC-A4C1-5F4C2EEC7444}"/>
</file>

<file path=docProps/app.xml><?xml version="1.0" encoding="utf-8"?>
<Properties xmlns="http://schemas.openxmlformats.org/officeDocument/2006/extended-properties" xmlns:vt="http://schemas.openxmlformats.org/officeDocument/2006/docPropsVTypes">
  <Template>PGE word swz test</Template>
  <TotalTime>380</TotalTime>
  <Pages>18</Pages>
  <Words>4937</Words>
  <Characters>29624</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Przebudowa(w systemie zaprojektuj i wybuduj) punktu odłącznikowego „PO Nagłowice” sterowanego zdalnie dz. Nr 1130 w m. Nagłowice gm. Nagłowice - RE Kielce</vt:lpstr>
    </vt:vector>
  </TitlesOfParts>
  <Company>PGE Systemy</Company>
  <LinksUpToDate>false</LinksUpToDate>
  <CharactersWithSpaces>34493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Opracowanie dokumentacji projektowych wraz z realizacją robót budowlanych w celu zrealizowania przyłączenia do sieci dystrybucyjnej siedmiu obiektów w Radomiu oraz Kolonia Seredzice na terenie RE Radom w podziale na 7 części.</dc:title>
  <dc:subject/>
  <dc:creator>Chmielnicka Katarzyna [PGE S.A.]</dc:creator>
  <cp:keywords>POST/DYS/OSK/LZA/00167/2026</cp:keywords>
  <dc:description/>
  <cp:lastModifiedBy>Stefańska Jadwiga [PGE Dystr. O.Skarżysko-Kam.]</cp:lastModifiedBy>
  <cp:revision>23</cp:revision>
  <cp:lastPrinted>2025-10-21T10:48:00Z</cp:lastPrinted>
  <dcterms:created xsi:type="dcterms:W3CDTF">2025-10-07T08:35:00Z</dcterms:created>
  <dcterms:modified xsi:type="dcterms:W3CDTF">2026-01-21T12:14:00Z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438b8c83-eb8f-460b-979d-e749da8798d9</vt:lpwstr>
  </property>
</Properties>
</file>